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C2D" w:rsidRDefault="002E58F8">
      <w:pPr>
        <w:pStyle w:val="rtejustify"/>
        <w:shd w:val="clear" w:color="auto" w:fill="FFFFFF"/>
        <w:spacing w:before="180" w:after="180" w:line="300" w:lineRule="atLeast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                                                            </w:t>
      </w:r>
    </w:p>
    <w:tbl>
      <w:tblPr>
        <w:tblW w:w="935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3"/>
        <w:gridCol w:w="4682"/>
      </w:tblGrid>
      <w:tr w:rsidR="00615C2D">
        <w:tblPrEx>
          <w:tblCellMar>
            <w:top w:w="0" w:type="dxa"/>
            <w:bottom w:w="0" w:type="dxa"/>
          </w:tblCellMar>
        </w:tblPrEx>
        <w:tc>
          <w:tcPr>
            <w:tcW w:w="4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C2D" w:rsidRDefault="002E58F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СОГЛАСОВАНО:</w:t>
            </w:r>
          </w:p>
          <w:p w:rsidR="00615C2D" w:rsidRDefault="002E58F8">
            <w:pPr>
              <w:pStyle w:val="a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начальника управления образования</w:t>
            </w:r>
          </w:p>
          <w:p w:rsidR="00615C2D" w:rsidRDefault="002E58F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г. Кемерово</w:t>
            </w:r>
          </w:p>
          <w:p w:rsidR="00615C2D" w:rsidRDefault="002E58F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</w:t>
            </w:r>
          </w:p>
          <w:p w:rsidR="00615C2D" w:rsidRDefault="002E58F8">
            <w:pPr>
              <w:pStyle w:val="a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Т.Н.Овчинникова</w:t>
            </w:r>
            <w:proofErr w:type="spellEnd"/>
          </w:p>
          <w:p w:rsidR="00615C2D" w:rsidRDefault="002E58F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</w:t>
            </w:r>
            <w:proofErr w:type="gramStart"/>
            <w:r>
              <w:rPr>
                <w:sz w:val="24"/>
                <w:szCs w:val="24"/>
              </w:rPr>
              <w:t>_ »</w:t>
            </w:r>
            <w:proofErr w:type="gramEnd"/>
            <w:r>
              <w:rPr>
                <w:sz w:val="24"/>
                <w:szCs w:val="24"/>
              </w:rPr>
              <w:t xml:space="preserve">______________ 2025г.   </w:t>
            </w:r>
          </w:p>
        </w:tc>
        <w:tc>
          <w:tcPr>
            <w:tcW w:w="4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5C2D" w:rsidRDefault="002E58F8">
            <w:pPr>
              <w:pStyle w:val="a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УТВЕРЖДАЮ:</w:t>
            </w:r>
          </w:p>
          <w:p w:rsidR="00615C2D" w:rsidRDefault="002E58F8">
            <w:pPr>
              <w:pStyle w:val="a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</w:t>
            </w:r>
            <w:r>
              <w:rPr>
                <w:sz w:val="24"/>
                <w:szCs w:val="24"/>
              </w:rPr>
              <w:t>МБОУДО</w:t>
            </w:r>
          </w:p>
          <w:p w:rsidR="00615C2D" w:rsidRDefault="002E58F8">
            <w:pPr>
              <w:pStyle w:val="a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«ЦДОД им. </w:t>
            </w:r>
            <w:proofErr w:type="spellStart"/>
            <w:r>
              <w:rPr>
                <w:sz w:val="24"/>
                <w:szCs w:val="24"/>
              </w:rPr>
              <w:t>В.Волошиной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615C2D" w:rsidRDefault="002E58F8">
            <w:pPr>
              <w:pStyle w:val="a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_______________________ </w:t>
            </w:r>
          </w:p>
          <w:p w:rsidR="00615C2D" w:rsidRDefault="002E58F8">
            <w:pPr>
              <w:pStyle w:val="a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И.П. </w:t>
            </w:r>
            <w:proofErr w:type="spellStart"/>
            <w:r>
              <w:rPr>
                <w:sz w:val="24"/>
                <w:szCs w:val="24"/>
              </w:rPr>
              <w:t>Чередова</w:t>
            </w:r>
            <w:proofErr w:type="spellEnd"/>
          </w:p>
          <w:p w:rsidR="00615C2D" w:rsidRDefault="002E58F8">
            <w:pPr>
              <w:pStyle w:val="a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</w:t>
            </w:r>
            <w:proofErr w:type="gramStart"/>
            <w:r>
              <w:rPr>
                <w:sz w:val="24"/>
                <w:szCs w:val="24"/>
              </w:rPr>
              <w:t>_»_</w:t>
            </w:r>
            <w:proofErr w:type="gramEnd"/>
            <w:r>
              <w:rPr>
                <w:sz w:val="24"/>
                <w:szCs w:val="24"/>
              </w:rPr>
              <w:t xml:space="preserve">________ 2025г.                                                             </w:t>
            </w:r>
          </w:p>
        </w:tc>
      </w:tr>
    </w:tbl>
    <w:p w:rsidR="00615C2D" w:rsidRDefault="00615C2D">
      <w:pPr>
        <w:pStyle w:val="a5"/>
        <w:jc w:val="right"/>
        <w:rPr>
          <w:b/>
          <w:color w:val="000000"/>
          <w:sz w:val="24"/>
          <w:szCs w:val="24"/>
        </w:rPr>
      </w:pPr>
    </w:p>
    <w:p w:rsidR="00615C2D" w:rsidRDefault="00615C2D">
      <w:pPr>
        <w:pStyle w:val="a5"/>
        <w:jc w:val="center"/>
        <w:rPr>
          <w:color w:val="000000"/>
          <w:sz w:val="24"/>
          <w:szCs w:val="24"/>
        </w:rPr>
      </w:pPr>
    </w:p>
    <w:p w:rsidR="00615C2D" w:rsidRDefault="002E58F8">
      <w:pPr>
        <w:pStyle w:val="a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Положение</w:t>
      </w:r>
    </w:p>
    <w:p w:rsidR="00615C2D" w:rsidRDefault="002E58F8">
      <w:pPr>
        <w:pStyle w:val="a5"/>
        <w:jc w:val="center"/>
      </w:pPr>
      <w:r>
        <w:rPr>
          <w:b/>
          <w:bCs/>
          <w:color w:val="000000"/>
          <w:sz w:val="28"/>
          <w:szCs w:val="28"/>
        </w:rPr>
        <w:t xml:space="preserve">о проведении городского конкурса по декоративно-прикладному искусству </w:t>
      </w:r>
      <w:r>
        <w:rPr>
          <w:b/>
          <w:bCs/>
          <w:color w:val="000000"/>
          <w:sz w:val="28"/>
          <w:szCs w:val="28"/>
        </w:rPr>
        <w:t>«</w:t>
      </w:r>
      <w:proofErr w:type="spellStart"/>
      <w:r>
        <w:rPr>
          <w:b/>
          <w:bCs/>
          <w:color w:val="000000"/>
          <w:sz w:val="28"/>
          <w:szCs w:val="28"/>
        </w:rPr>
        <w:t>МАСТЕРскаЯ</w:t>
      </w:r>
      <w:proofErr w:type="spellEnd"/>
      <w:r>
        <w:rPr>
          <w:b/>
          <w:bCs/>
          <w:color w:val="000000"/>
          <w:sz w:val="28"/>
          <w:szCs w:val="28"/>
        </w:rPr>
        <w:t>»</w:t>
      </w:r>
    </w:p>
    <w:p w:rsidR="00615C2D" w:rsidRDefault="00615C2D">
      <w:pPr>
        <w:pStyle w:val="a5"/>
        <w:jc w:val="center"/>
        <w:rPr>
          <w:b/>
          <w:i/>
          <w:color w:val="000000"/>
          <w:sz w:val="28"/>
          <w:szCs w:val="28"/>
        </w:rPr>
      </w:pPr>
    </w:p>
    <w:p w:rsidR="00615C2D" w:rsidRDefault="002E58F8">
      <w:pPr>
        <w:pStyle w:val="a5"/>
        <w:jc w:val="both"/>
      </w:pPr>
      <w:r>
        <w:rPr>
          <w:b/>
          <w:bCs/>
          <w:color w:val="000000"/>
          <w:sz w:val="28"/>
          <w:szCs w:val="28"/>
        </w:rPr>
        <w:t>Сроки проведения в городе</w:t>
      </w:r>
      <w:r>
        <w:rPr>
          <w:color w:val="000000"/>
          <w:sz w:val="28"/>
          <w:szCs w:val="28"/>
        </w:rPr>
        <w:t xml:space="preserve">: 08.12. – 13.12.2025г. </w:t>
      </w:r>
    </w:p>
    <w:p w:rsidR="00615C2D" w:rsidRDefault="002E58F8">
      <w:pPr>
        <w:pStyle w:val="a5"/>
        <w:jc w:val="both"/>
      </w:pPr>
      <w:r>
        <w:rPr>
          <w:b/>
          <w:bCs/>
          <w:color w:val="000000"/>
          <w:sz w:val="28"/>
          <w:szCs w:val="28"/>
        </w:rPr>
        <w:t>Срок подачи пакета документов для участия</w:t>
      </w:r>
      <w:r>
        <w:rPr>
          <w:color w:val="000000"/>
          <w:sz w:val="28"/>
          <w:szCs w:val="28"/>
        </w:rPr>
        <w:t xml:space="preserve">: до 17.11.2025г. </w:t>
      </w:r>
    </w:p>
    <w:p w:rsidR="00615C2D" w:rsidRDefault="00615C2D">
      <w:pPr>
        <w:pStyle w:val="a5"/>
        <w:jc w:val="both"/>
        <w:rPr>
          <w:color w:val="000000"/>
          <w:sz w:val="28"/>
          <w:szCs w:val="28"/>
        </w:rPr>
      </w:pPr>
    </w:p>
    <w:p w:rsidR="00615C2D" w:rsidRDefault="002E58F8">
      <w:pPr>
        <w:pStyle w:val="a5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 Общие положения</w:t>
      </w:r>
    </w:p>
    <w:p w:rsidR="00615C2D" w:rsidRDefault="002E58F8">
      <w:pPr>
        <w:pStyle w:val="a5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Городской Конкурс индивидуального мастерства по декоративно-прикладному искусству (далее - Конкурс) </w:t>
      </w:r>
      <w:r>
        <w:rPr>
          <w:color w:val="000000"/>
          <w:sz w:val="28"/>
          <w:szCs w:val="28"/>
        </w:rPr>
        <w:t>проводится в рамках городского конкурса-фестиваля детского художественного творчества «Успех».</w:t>
      </w:r>
    </w:p>
    <w:p w:rsidR="00615C2D" w:rsidRDefault="002E58F8">
      <w:pPr>
        <w:pStyle w:val="a5"/>
        <w:ind w:firstLine="708"/>
        <w:jc w:val="both"/>
      </w:pPr>
      <w:r>
        <w:rPr>
          <w:color w:val="000000"/>
          <w:sz w:val="28"/>
          <w:szCs w:val="28"/>
        </w:rPr>
        <w:t>1.2. Конкурс индивидуального мастерства проводится ежегодно в целях развития декоративно-прикладного искусства и поддержки традиций народного творчества и художе</w:t>
      </w:r>
      <w:r>
        <w:rPr>
          <w:color w:val="000000"/>
          <w:sz w:val="28"/>
          <w:szCs w:val="28"/>
        </w:rPr>
        <w:t>ственных промыслов в детских творческих объединениях образовательных учреждений, подведомственных управлению образования администрации города Кемерово.</w:t>
      </w:r>
      <w:r>
        <w:rPr>
          <w:sz w:val="28"/>
          <w:szCs w:val="28"/>
        </w:rPr>
        <w:t xml:space="preserve"> </w:t>
      </w:r>
    </w:p>
    <w:p w:rsidR="00615C2D" w:rsidRDefault="002E58F8">
      <w:pPr>
        <w:pStyle w:val="a5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Учредителем Конкурса является управление образования администрации г. Кемерово.</w:t>
      </w:r>
    </w:p>
    <w:p w:rsidR="00615C2D" w:rsidRDefault="002E58F8">
      <w:pPr>
        <w:pStyle w:val="a5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Организатор -</w:t>
      </w:r>
      <w:r>
        <w:rPr>
          <w:color w:val="000000"/>
          <w:sz w:val="28"/>
          <w:szCs w:val="28"/>
        </w:rPr>
        <w:t xml:space="preserve"> МБОУДО «Центр дополнительного образования детей им. В. Волошиной» (далее МБОУДО «ЦДОД им. </w:t>
      </w:r>
      <w:proofErr w:type="spellStart"/>
      <w:r>
        <w:rPr>
          <w:color w:val="000000"/>
          <w:sz w:val="28"/>
          <w:szCs w:val="28"/>
        </w:rPr>
        <w:t>В.Волошиной</w:t>
      </w:r>
      <w:proofErr w:type="spellEnd"/>
      <w:r>
        <w:rPr>
          <w:color w:val="000000"/>
          <w:sz w:val="28"/>
          <w:szCs w:val="28"/>
        </w:rPr>
        <w:t>»)</w:t>
      </w:r>
    </w:p>
    <w:p w:rsidR="00615C2D" w:rsidRDefault="002E58F8">
      <w:pPr>
        <w:pStyle w:val="a5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 Задачи Конкурса:</w:t>
      </w:r>
    </w:p>
    <w:p w:rsidR="00615C2D" w:rsidRDefault="002E58F8">
      <w:pPr>
        <w:pStyle w:val="a5"/>
        <w:numPr>
          <w:ilvl w:val="0"/>
          <w:numId w:val="1"/>
        </w:numPr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поддержка и стимулирование творческой активности учащихся, родителей и педагогов дополнительного образования по </w:t>
      </w:r>
      <w:r>
        <w:rPr>
          <w:color w:val="000000"/>
          <w:sz w:val="28"/>
          <w:szCs w:val="28"/>
        </w:rPr>
        <w:t xml:space="preserve">декоративно-прикладному искусству; </w:t>
      </w:r>
    </w:p>
    <w:p w:rsidR="00615C2D" w:rsidRDefault="002E58F8">
      <w:pPr>
        <w:pStyle w:val="a5"/>
        <w:numPr>
          <w:ilvl w:val="0"/>
          <w:numId w:val="1"/>
        </w:numPr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стимулирование интереса у детей и молодежи к различным видам творчества, к современным формам организации творческой деятельности в систем6е дополнительного образования детей; </w:t>
      </w:r>
    </w:p>
    <w:p w:rsidR="00615C2D" w:rsidRDefault="002E58F8">
      <w:pPr>
        <w:pStyle w:val="a5"/>
        <w:numPr>
          <w:ilvl w:val="0"/>
          <w:numId w:val="1"/>
        </w:numPr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приобщение детей, подростков и молодежи к с</w:t>
      </w:r>
      <w:r>
        <w:rPr>
          <w:color w:val="000000"/>
          <w:sz w:val="28"/>
          <w:szCs w:val="28"/>
        </w:rPr>
        <w:t>овместному с педагогами и родителями творчеству в разнообразных видах декоративно-прикладного искусства, содействие социализации и самоопределению детей;</w:t>
      </w:r>
    </w:p>
    <w:p w:rsidR="00615C2D" w:rsidRDefault="002E58F8">
      <w:pPr>
        <w:pStyle w:val="a5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поиск и поддержка одаренных детей, педагогов-новаторов для развития</w:t>
      </w:r>
    </w:p>
    <w:p w:rsidR="00615C2D" w:rsidRDefault="002E58F8">
      <w:pPr>
        <w:pStyle w:val="a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новых тенденций и направлений в ра</w:t>
      </w:r>
      <w:r>
        <w:rPr>
          <w:color w:val="000000"/>
          <w:sz w:val="28"/>
          <w:szCs w:val="28"/>
        </w:rPr>
        <w:t>боте по декоративно-прикладному искусству;</w:t>
      </w:r>
    </w:p>
    <w:p w:rsidR="00615C2D" w:rsidRDefault="002E58F8">
      <w:pPr>
        <w:pStyle w:val="a5"/>
        <w:numPr>
          <w:ilvl w:val="0"/>
          <w:numId w:val="1"/>
        </w:numPr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обмен творческим опытом и укрепление связей между педагогами и детскими объединениями декоративно-прикладного направления образовательных учреждений Кемеровского городского округа.</w:t>
      </w:r>
    </w:p>
    <w:p w:rsidR="00615C2D" w:rsidRDefault="002E58F8">
      <w:pPr>
        <w:pStyle w:val="a5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 Экспертную оценку конкурсны</w:t>
      </w:r>
      <w:r>
        <w:rPr>
          <w:color w:val="000000"/>
          <w:sz w:val="28"/>
          <w:szCs w:val="28"/>
        </w:rPr>
        <w:t>х работ осуществляет жюри, в состав которого входят высококвалифицированные специалисты по декоративно-прикладному искусству высших и средне-специальных учебных заведений и учреждений культуры Кемеровской области- Кузбасса.</w:t>
      </w:r>
    </w:p>
    <w:p w:rsidR="00615C2D" w:rsidRDefault="00615C2D">
      <w:pPr>
        <w:pStyle w:val="a5"/>
        <w:spacing w:line="276" w:lineRule="auto"/>
        <w:jc w:val="both"/>
        <w:rPr>
          <w:sz w:val="28"/>
          <w:szCs w:val="28"/>
        </w:rPr>
      </w:pPr>
    </w:p>
    <w:p w:rsidR="00615C2D" w:rsidRDefault="002E58F8">
      <w:pPr>
        <w:pStyle w:val="a5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Участники Конкурса</w:t>
      </w:r>
    </w:p>
    <w:p w:rsidR="00615C2D" w:rsidRDefault="002E58F8">
      <w:pPr>
        <w:pStyle w:val="a5"/>
        <w:ind w:firstLine="708"/>
        <w:jc w:val="both"/>
      </w:pPr>
      <w:r>
        <w:rPr>
          <w:sz w:val="28"/>
          <w:szCs w:val="28"/>
        </w:rPr>
        <w:t>2.1. В го</w:t>
      </w:r>
      <w:r>
        <w:rPr>
          <w:sz w:val="28"/>
          <w:szCs w:val="28"/>
        </w:rPr>
        <w:t xml:space="preserve">родском Конкурсе могут принимать участие обучающиеся образовательных учреждений всех типов и видов, находящихся в ведении управления образования администрации города  Кемерово </w:t>
      </w:r>
      <w:r>
        <w:rPr>
          <w:color w:val="000000"/>
          <w:sz w:val="28"/>
          <w:szCs w:val="28"/>
        </w:rPr>
        <w:t>(</w:t>
      </w:r>
      <w:r>
        <w:rPr>
          <w:sz w:val="28"/>
          <w:szCs w:val="28"/>
        </w:rPr>
        <w:t xml:space="preserve">включая </w:t>
      </w:r>
      <w:r>
        <w:rPr>
          <w:color w:val="000000"/>
          <w:sz w:val="28"/>
          <w:szCs w:val="28"/>
        </w:rPr>
        <w:t xml:space="preserve">дошкольные образовательные  и </w:t>
      </w:r>
      <w:r>
        <w:rPr>
          <w:sz w:val="28"/>
          <w:szCs w:val="28"/>
        </w:rPr>
        <w:t>детей с ограниченными возможностями и дет</w:t>
      </w:r>
      <w:r>
        <w:rPr>
          <w:sz w:val="28"/>
          <w:szCs w:val="28"/>
        </w:rPr>
        <w:t>ей — инвалидов только из ОШППП, школ-интернатов и коррекционных классов общеобразовательных школ, учреждений УДО в возрасте от 5 до 17 лет.</w:t>
      </w:r>
    </w:p>
    <w:p w:rsidR="00615C2D" w:rsidRDefault="002E58F8">
      <w:pPr>
        <w:tabs>
          <w:tab w:val="left" w:pos="1254"/>
        </w:tabs>
        <w:spacing w:after="0"/>
        <w:ind w:firstLine="567"/>
        <w:jc w:val="both"/>
      </w:pPr>
      <w:r>
        <w:rPr>
          <w:sz w:val="28"/>
          <w:szCs w:val="28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2.2.   Участники Конкурса делятся на четыре лиги:</w:t>
      </w:r>
    </w:p>
    <w:p w:rsidR="00615C2D" w:rsidRDefault="002E58F8">
      <w:pPr>
        <w:tabs>
          <w:tab w:val="left" w:pos="1254"/>
        </w:tabs>
        <w:spacing w:after="0"/>
        <w:jc w:val="both"/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 лига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- 5-6 лет (дети дошкольных образовательных учреждений);</w:t>
      </w:r>
    </w:p>
    <w:p w:rsidR="00615C2D" w:rsidRDefault="002E58F8">
      <w:pPr>
        <w:tabs>
          <w:tab w:val="left" w:pos="1254"/>
        </w:tabs>
        <w:spacing w:after="0"/>
        <w:jc w:val="both"/>
      </w:pPr>
      <w:r>
        <w:rPr>
          <w:rFonts w:ascii="Times New Roman" w:hAnsi="Times New Roman"/>
          <w:b/>
          <w:bCs/>
          <w:sz w:val="28"/>
          <w:szCs w:val="28"/>
        </w:rPr>
        <w:t>1 лига</w:t>
      </w:r>
      <w:r>
        <w:rPr>
          <w:rFonts w:ascii="Times New Roman" w:hAnsi="Times New Roman"/>
          <w:sz w:val="28"/>
          <w:szCs w:val="28"/>
        </w:rPr>
        <w:t xml:space="preserve"> - учащиеся учреждений дополнительного образования в возрасте 7-17 лет; </w:t>
      </w:r>
    </w:p>
    <w:p w:rsidR="00615C2D" w:rsidRDefault="002E58F8">
      <w:pPr>
        <w:pStyle w:val="a5"/>
        <w:spacing w:line="276" w:lineRule="auto"/>
        <w:jc w:val="both"/>
      </w:pPr>
      <w:r>
        <w:rPr>
          <w:b/>
          <w:bCs/>
          <w:iCs/>
          <w:sz w:val="28"/>
          <w:szCs w:val="28"/>
        </w:rPr>
        <w:t>2 лига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- учащиеся общеобразовательных учреждений (лицеи, гимназии, школы), дети с ограниченными возможностями и дети — инвалиды ОШППП, школ-интернатов и коррекционных классов об</w:t>
      </w:r>
      <w:r>
        <w:rPr>
          <w:sz w:val="28"/>
          <w:szCs w:val="28"/>
        </w:rPr>
        <w:t>щеобразовательных школ;</w:t>
      </w:r>
    </w:p>
    <w:p w:rsidR="00615C2D" w:rsidRDefault="002E58F8">
      <w:pPr>
        <w:pStyle w:val="a5"/>
        <w:jc w:val="both"/>
      </w:pPr>
      <w:r>
        <w:rPr>
          <w:b/>
          <w:bCs/>
          <w:sz w:val="28"/>
          <w:szCs w:val="28"/>
        </w:rPr>
        <w:t>3 лига</w:t>
      </w:r>
      <w:r>
        <w:rPr>
          <w:sz w:val="28"/>
          <w:szCs w:val="28"/>
        </w:rPr>
        <w:t xml:space="preserve"> – педагоги дополнительного образования </w:t>
      </w:r>
      <w:r>
        <w:rPr>
          <w:color w:val="000000"/>
          <w:sz w:val="28"/>
          <w:szCs w:val="28"/>
        </w:rPr>
        <w:t>по декоративно-прикладному искусству; учителя СОШ, родители 18+.</w:t>
      </w:r>
    </w:p>
    <w:p w:rsidR="00615C2D" w:rsidRDefault="00615C2D">
      <w:pPr>
        <w:pStyle w:val="a5"/>
        <w:spacing w:line="276" w:lineRule="auto"/>
        <w:jc w:val="both"/>
        <w:rPr>
          <w:sz w:val="28"/>
          <w:szCs w:val="28"/>
        </w:rPr>
      </w:pPr>
    </w:p>
    <w:p w:rsidR="00615C2D" w:rsidRDefault="002E58F8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Условия проведения Конкурса</w:t>
      </w:r>
    </w:p>
    <w:p w:rsidR="00615C2D" w:rsidRDefault="002E58F8">
      <w:pPr>
        <w:pStyle w:val="a5"/>
        <w:ind w:left="720"/>
        <w:jc w:val="both"/>
      </w:pPr>
      <w:r>
        <w:rPr>
          <w:sz w:val="28"/>
          <w:szCs w:val="28"/>
        </w:rPr>
        <w:t xml:space="preserve">3.1. Конкурс проводится </w:t>
      </w:r>
      <w:r>
        <w:rPr>
          <w:b/>
          <w:i/>
          <w:sz w:val="28"/>
          <w:szCs w:val="28"/>
        </w:rPr>
        <w:t>с 8 по 13 декабря 2025 года</w:t>
      </w:r>
      <w:r>
        <w:rPr>
          <w:sz w:val="28"/>
          <w:szCs w:val="28"/>
        </w:rPr>
        <w:t xml:space="preserve"> в помещении МБОУДО «ЦДОД им. В. Волош</w:t>
      </w:r>
      <w:r>
        <w:rPr>
          <w:sz w:val="28"/>
          <w:szCs w:val="28"/>
        </w:rPr>
        <w:t>иной» по адресу: г. Кемерово, ул. Мичурина,19.</w:t>
      </w:r>
    </w:p>
    <w:p w:rsidR="00615C2D" w:rsidRDefault="002E58F8">
      <w:pPr>
        <w:pStyle w:val="a5"/>
        <w:ind w:firstLine="708"/>
        <w:jc w:val="both"/>
      </w:pPr>
      <w:r>
        <w:rPr>
          <w:sz w:val="28"/>
          <w:szCs w:val="28"/>
        </w:rPr>
        <w:t xml:space="preserve">3.2. Подав заявку, участник дает согласие на обработку Организатором персональных данных, в том числе на совершение действий, предусмотренных в п.3 ст. 3, а также п.7 ст.5 Федерального закона от 27.07. </w:t>
      </w:r>
      <w:r>
        <w:rPr>
          <w:sz w:val="28"/>
          <w:szCs w:val="28"/>
        </w:rPr>
        <w:t>2006 года № 152-ФЗ «О персональных данных».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</w:p>
    <w:p w:rsidR="00615C2D" w:rsidRDefault="002E58F8">
      <w:pPr>
        <w:pStyle w:val="a5"/>
        <w:ind w:firstLine="708"/>
        <w:jc w:val="both"/>
      </w:pPr>
      <w:r>
        <w:rPr>
          <w:sz w:val="28"/>
          <w:szCs w:val="28"/>
        </w:rPr>
        <w:t xml:space="preserve">3.3. Для участия в городском Конкурсе районные оргкомитеты </w:t>
      </w:r>
      <w:r>
        <w:rPr>
          <w:b/>
          <w:bCs/>
          <w:sz w:val="28"/>
          <w:szCs w:val="28"/>
        </w:rPr>
        <w:t>до 17 ноября 2025г.</w:t>
      </w:r>
      <w:r>
        <w:rPr>
          <w:sz w:val="28"/>
          <w:szCs w:val="28"/>
        </w:rPr>
        <w:t xml:space="preserve"> направляют на электронный адрес МБОУДО «ЦДОД им. В. Волошиной»: </w:t>
      </w:r>
      <w:hyperlink r:id="rId7" w:history="1">
        <w:r>
          <w:rPr>
            <w:rStyle w:val="a3"/>
            <w:sz w:val="28"/>
            <w:szCs w:val="28"/>
          </w:rPr>
          <w:t>gducger.uspech@mail.r</w:t>
        </w:r>
        <w:r>
          <w:rPr>
            <w:rStyle w:val="a3"/>
            <w:sz w:val="28"/>
            <w:szCs w:val="28"/>
          </w:rPr>
          <w:t>u</w:t>
        </w:r>
      </w:hyperlink>
    </w:p>
    <w:p w:rsidR="00615C2D" w:rsidRDefault="002E58F8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ПАКЕТ ДОКУМЕНТОВ, куда входят: </w:t>
      </w:r>
    </w:p>
    <w:p w:rsidR="00615C2D" w:rsidRDefault="002E58F8">
      <w:pPr>
        <w:pStyle w:val="a5"/>
        <w:numPr>
          <w:ilvl w:val="0"/>
          <w:numId w:val="2"/>
        </w:numPr>
        <w:ind w:left="709"/>
        <w:jc w:val="both"/>
      </w:pPr>
      <w:r>
        <w:rPr>
          <w:sz w:val="28"/>
          <w:szCs w:val="28"/>
        </w:rPr>
        <w:t xml:space="preserve">заявка от района в формате </w:t>
      </w:r>
      <w:proofErr w:type="spellStart"/>
      <w:r>
        <w:rPr>
          <w:sz w:val="28"/>
          <w:szCs w:val="28"/>
        </w:rPr>
        <w:t>Ex</w:t>
      </w:r>
      <w:proofErr w:type="spellEnd"/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</w:rPr>
        <w:t>el</w:t>
      </w:r>
      <w:proofErr w:type="spellEnd"/>
      <w:r>
        <w:rPr>
          <w:sz w:val="28"/>
          <w:szCs w:val="28"/>
        </w:rPr>
        <w:t xml:space="preserve"> (прилагается к положению отдельным файлом);</w:t>
      </w:r>
    </w:p>
    <w:p w:rsidR="00615C2D" w:rsidRDefault="002E58F8">
      <w:pPr>
        <w:pStyle w:val="a5"/>
        <w:numPr>
          <w:ilvl w:val="0"/>
          <w:numId w:val="2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итоговый протокол районной выставки (Приложение № </w:t>
      </w:r>
      <w:r w:rsidR="00331739">
        <w:rPr>
          <w:sz w:val="28"/>
          <w:szCs w:val="28"/>
        </w:rPr>
        <w:t>1</w:t>
      </w:r>
      <w:bookmarkStart w:id="0" w:name="_GoBack"/>
      <w:bookmarkEnd w:id="0"/>
      <w:r>
        <w:rPr>
          <w:sz w:val="28"/>
          <w:szCs w:val="28"/>
        </w:rPr>
        <w:t xml:space="preserve">); </w:t>
      </w:r>
    </w:p>
    <w:p w:rsidR="00615C2D" w:rsidRDefault="002E58F8">
      <w:pPr>
        <w:pStyle w:val="a5"/>
        <w:ind w:left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 также в бумажном варианте подаются:</w:t>
      </w:r>
    </w:p>
    <w:p w:rsidR="006D0C43" w:rsidRPr="006D0C43" w:rsidRDefault="002E58F8">
      <w:pPr>
        <w:pStyle w:val="a5"/>
        <w:numPr>
          <w:ilvl w:val="0"/>
          <w:numId w:val="3"/>
        </w:numPr>
        <w:jc w:val="both"/>
      </w:pPr>
      <w:r>
        <w:rPr>
          <w:sz w:val="28"/>
          <w:szCs w:val="28"/>
        </w:rPr>
        <w:t xml:space="preserve">копии документов, подтверждающие внесение </w:t>
      </w:r>
      <w:r>
        <w:rPr>
          <w:sz w:val="28"/>
          <w:szCs w:val="28"/>
        </w:rPr>
        <w:t xml:space="preserve">благотворительных взносов всеми участниками городского Конкурса, перечисленными в заявке с обязательным указанием образовательных учреждений, а также фамилий и имен участников, за которых оплачен благотворительный взнос. </w:t>
      </w:r>
    </w:p>
    <w:p w:rsidR="006D0C43" w:rsidRPr="006D0C43" w:rsidRDefault="006D0C43">
      <w:pPr>
        <w:pStyle w:val="a5"/>
        <w:numPr>
          <w:ilvl w:val="0"/>
          <w:numId w:val="3"/>
        </w:numPr>
        <w:jc w:val="both"/>
        <w:rPr>
          <w:color w:val="FF0000"/>
        </w:rPr>
      </w:pPr>
      <w:r w:rsidRPr="006D0C43">
        <w:rPr>
          <w:color w:val="FF0000"/>
          <w:sz w:val="28"/>
          <w:szCs w:val="28"/>
        </w:rPr>
        <w:t>заявка от района, заверенная начальником ТОО района.</w:t>
      </w:r>
    </w:p>
    <w:p w:rsidR="00615C2D" w:rsidRDefault="002E58F8" w:rsidP="006D0C43">
      <w:pPr>
        <w:pStyle w:val="a5"/>
        <w:ind w:left="720"/>
        <w:jc w:val="both"/>
      </w:pPr>
      <w:r>
        <w:rPr>
          <w:b/>
          <w:bCs/>
          <w:i/>
          <w:iCs/>
          <w:sz w:val="28"/>
          <w:szCs w:val="28"/>
        </w:rPr>
        <w:t>Убедитесь, что Ваши документы приня</w:t>
      </w:r>
      <w:r>
        <w:rPr>
          <w:b/>
          <w:bCs/>
          <w:i/>
          <w:iCs/>
          <w:sz w:val="28"/>
          <w:szCs w:val="28"/>
        </w:rPr>
        <w:t xml:space="preserve">ты!  </w:t>
      </w:r>
    </w:p>
    <w:p w:rsidR="00615C2D" w:rsidRDefault="002E58F8">
      <w:pPr>
        <w:pStyle w:val="a5"/>
        <w:ind w:firstLine="660"/>
        <w:jc w:val="both"/>
      </w:pPr>
      <w:r>
        <w:rPr>
          <w:sz w:val="28"/>
          <w:szCs w:val="28"/>
        </w:rPr>
        <w:t>3.4. На городской Конкурс принимаются работы, выполненные в 2025 году и признанные победителями (1 место) и призерами (2,3 место) по итогам районных отборочных этапов</w:t>
      </w:r>
      <w:r w:rsidR="00C6250F">
        <w:rPr>
          <w:sz w:val="28"/>
          <w:szCs w:val="28"/>
        </w:rPr>
        <w:t xml:space="preserve">. </w:t>
      </w:r>
      <w:r>
        <w:rPr>
          <w:b/>
          <w:bCs/>
          <w:i/>
          <w:iCs/>
          <w:sz w:val="28"/>
          <w:szCs w:val="28"/>
        </w:rPr>
        <w:t>Работы, принимавшие участие в прошлых годах, на конкурсе оц</w:t>
      </w:r>
      <w:r>
        <w:rPr>
          <w:b/>
          <w:bCs/>
          <w:i/>
          <w:iCs/>
          <w:sz w:val="28"/>
          <w:szCs w:val="28"/>
        </w:rPr>
        <w:t xml:space="preserve">ениваться не будут. </w:t>
      </w:r>
    </w:p>
    <w:p w:rsidR="00615C2D" w:rsidRDefault="002E58F8">
      <w:r>
        <w:rPr>
          <w:rStyle w:val="fontstyle01"/>
          <w:sz w:val="28"/>
          <w:szCs w:val="28"/>
        </w:rPr>
        <w:t xml:space="preserve">        3.5. Организаторы оставляют за собой право не допустить к участию в Конкурсе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работы, если экспертный совет жюри признает их не отвечающими требованиям данного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Положения. Мотивы отклонения не сообщаются.</w:t>
      </w:r>
    </w:p>
    <w:p w:rsidR="00615C2D" w:rsidRDefault="002E58F8">
      <w:pPr>
        <w:pStyle w:val="a5"/>
        <w:ind w:firstLine="708"/>
        <w:jc w:val="both"/>
      </w:pPr>
      <w:r>
        <w:rPr>
          <w:color w:val="000000"/>
          <w:sz w:val="28"/>
          <w:szCs w:val="28"/>
        </w:rPr>
        <w:t>3.6. Организаторами райо</w:t>
      </w:r>
      <w:r>
        <w:rPr>
          <w:color w:val="000000"/>
          <w:sz w:val="28"/>
          <w:szCs w:val="28"/>
        </w:rPr>
        <w:t xml:space="preserve">нных этапов городского Конкурса являются многопрофильные учреждения дополнительного образования </w:t>
      </w:r>
      <w:bookmarkStart w:id="1" w:name="_Hlk137122974"/>
      <w:r>
        <w:rPr>
          <w:b/>
          <w:bCs/>
          <w:i/>
          <w:iCs/>
          <w:color w:val="000000"/>
          <w:sz w:val="28"/>
          <w:szCs w:val="28"/>
        </w:rPr>
        <w:t xml:space="preserve">(положение необходимо </w:t>
      </w:r>
      <w:r>
        <w:rPr>
          <w:b/>
          <w:bCs/>
          <w:i/>
          <w:iCs/>
          <w:color w:val="000000"/>
          <w:sz w:val="28"/>
          <w:szCs w:val="28"/>
        </w:rPr>
        <w:lastRenderedPageBreak/>
        <w:t>отправлять в дошкольные образовательные учреждения и учреждения</w:t>
      </w:r>
      <w:r>
        <w:rPr>
          <w:sz w:val="28"/>
          <w:szCs w:val="28"/>
        </w:rPr>
        <w:t xml:space="preserve"> ОШППП, школы-интернаты и коррекционные классы общеобразовательных </w:t>
      </w:r>
      <w:proofErr w:type="gramStart"/>
      <w:r>
        <w:rPr>
          <w:sz w:val="28"/>
          <w:szCs w:val="28"/>
        </w:rPr>
        <w:t xml:space="preserve">школ </w:t>
      </w:r>
      <w:r>
        <w:rPr>
          <w:b/>
          <w:bCs/>
          <w:i/>
          <w:iCs/>
          <w:color w:val="000000"/>
          <w:sz w:val="28"/>
          <w:szCs w:val="28"/>
        </w:rPr>
        <w:t xml:space="preserve"> Ва</w:t>
      </w:r>
      <w:r>
        <w:rPr>
          <w:b/>
          <w:bCs/>
          <w:i/>
          <w:iCs/>
          <w:color w:val="000000"/>
          <w:sz w:val="28"/>
          <w:szCs w:val="28"/>
        </w:rPr>
        <w:t>шего</w:t>
      </w:r>
      <w:proofErr w:type="gramEnd"/>
      <w:r>
        <w:rPr>
          <w:b/>
          <w:bCs/>
          <w:i/>
          <w:iCs/>
          <w:color w:val="000000"/>
          <w:sz w:val="28"/>
          <w:szCs w:val="28"/>
        </w:rPr>
        <w:t xml:space="preserve"> района):</w:t>
      </w:r>
    </w:p>
    <w:bookmarkEnd w:id="1"/>
    <w:p w:rsidR="00615C2D" w:rsidRDefault="002E58F8">
      <w:pPr>
        <w:pStyle w:val="a5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ЦТ Заводского района;</w:t>
      </w:r>
    </w:p>
    <w:p w:rsidR="00615C2D" w:rsidRDefault="002E58F8">
      <w:pPr>
        <w:pStyle w:val="a5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ЦДОДиЮ</w:t>
      </w:r>
      <w:proofErr w:type="spellEnd"/>
      <w:r>
        <w:rPr>
          <w:color w:val="000000"/>
          <w:sz w:val="28"/>
          <w:szCs w:val="28"/>
        </w:rPr>
        <w:t xml:space="preserve"> Кировского района; </w:t>
      </w:r>
    </w:p>
    <w:p w:rsidR="00615C2D" w:rsidRDefault="002E58F8">
      <w:pPr>
        <w:pStyle w:val="a5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ДТДиМ</w:t>
      </w:r>
      <w:proofErr w:type="spellEnd"/>
      <w:r>
        <w:rPr>
          <w:color w:val="000000"/>
          <w:sz w:val="28"/>
          <w:szCs w:val="28"/>
        </w:rPr>
        <w:t xml:space="preserve"> Ленинского района; </w:t>
      </w:r>
    </w:p>
    <w:p w:rsidR="00615C2D" w:rsidRDefault="002E58F8">
      <w:pPr>
        <w:pStyle w:val="a5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ДДТ Рудничного района;</w:t>
      </w:r>
    </w:p>
    <w:p w:rsidR="00DB2E63" w:rsidRDefault="002E58F8" w:rsidP="00DB2E63">
      <w:pPr>
        <w:pStyle w:val="a5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ЦДТ Центрального района;</w:t>
      </w:r>
    </w:p>
    <w:p w:rsidR="00615C2D" w:rsidRPr="00DB2E63" w:rsidRDefault="002E58F8" w:rsidP="00DB2E63">
      <w:pPr>
        <w:pStyle w:val="a5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DB2E63">
        <w:rPr>
          <w:sz w:val="28"/>
          <w:szCs w:val="28"/>
        </w:rPr>
        <w:t>Кедровский ЦРТДЮ.</w:t>
      </w:r>
    </w:p>
    <w:p w:rsidR="00615C2D" w:rsidRDefault="002E58F8">
      <w:pPr>
        <w:pStyle w:val="a5"/>
        <w:ind w:firstLine="708"/>
        <w:jc w:val="both"/>
      </w:pPr>
      <w:r>
        <w:rPr>
          <w:b/>
          <w:bCs/>
          <w:sz w:val="28"/>
          <w:szCs w:val="28"/>
          <w:shd w:val="clear" w:color="auto" w:fill="FFFFFF"/>
        </w:rPr>
        <w:t>Внимание! Работы, выполненные педагогами и указанные как детские, по решению жюри</w:t>
      </w:r>
      <w:r>
        <w:rPr>
          <w:b/>
          <w:bCs/>
          <w:sz w:val="28"/>
          <w:szCs w:val="28"/>
          <w:shd w:val="clear" w:color="auto" w:fill="FFFFFF"/>
        </w:rPr>
        <w:t xml:space="preserve"> оцениваться не буд</w:t>
      </w:r>
      <w:r>
        <w:rPr>
          <w:b/>
          <w:bCs/>
          <w:sz w:val="28"/>
          <w:szCs w:val="28"/>
          <w:shd w:val="clear" w:color="auto" w:fill="FFFFFF"/>
        </w:rPr>
        <w:t>ут. Дипломы участника Конкурса в этом случае не выдаются.</w:t>
      </w:r>
    </w:p>
    <w:p w:rsidR="00615C2D" w:rsidRDefault="00615C2D">
      <w:pPr>
        <w:pStyle w:val="a5"/>
        <w:ind w:left="360" w:firstLine="348"/>
        <w:jc w:val="both"/>
      </w:pPr>
    </w:p>
    <w:p w:rsidR="00615C2D" w:rsidRDefault="002E58F8">
      <w:pPr>
        <w:pStyle w:val="a5"/>
        <w:ind w:firstLine="708"/>
        <w:rPr>
          <w:sz w:val="28"/>
          <w:szCs w:val="28"/>
        </w:rPr>
      </w:pPr>
      <w:r>
        <w:rPr>
          <w:sz w:val="28"/>
          <w:szCs w:val="28"/>
        </w:rPr>
        <w:t>3.7. Конкурс проводится в три этапа:</w:t>
      </w:r>
    </w:p>
    <w:p w:rsidR="00615C2D" w:rsidRDefault="002E58F8">
      <w:pPr>
        <w:pStyle w:val="a5"/>
        <w:ind w:left="720"/>
        <w:rPr>
          <w:sz w:val="28"/>
          <w:szCs w:val="28"/>
        </w:rPr>
      </w:pPr>
      <w:r>
        <w:rPr>
          <w:sz w:val="28"/>
          <w:szCs w:val="28"/>
        </w:rPr>
        <w:t>1 этап – районный</w:t>
      </w:r>
    </w:p>
    <w:p w:rsidR="00615C2D" w:rsidRDefault="002E58F8">
      <w:pPr>
        <w:pStyle w:val="a5"/>
        <w:ind w:left="720"/>
        <w:rPr>
          <w:sz w:val="28"/>
          <w:szCs w:val="28"/>
        </w:rPr>
      </w:pPr>
      <w:r>
        <w:rPr>
          <w:sz w:val="28"/>
          <w:szCs w:val="28"/>
        </w:rPr>
        <w:t>2 этап – муниципальный</w:t>
      </w:r>
    </w:p>
    <w:p w:rsidR="00615C2D" w:rsidRDefault="002E58F8">
      <w:pPr>
        <w:pStyle w:val="a5"/>
        <w:ind w:left="720"/>
        <w:rPr>
          <w:sz w:val="28"/>
          <w:szCs w:val="28"/>
        </w:rPr>
      </w:pPr>
      <w:r>
        <w:rPr>
          <w:sz w:val="28"/>
          <w:szCs w:val="28"/>
        </w:rPr>
        <w:t>3 этап – региональный</w:t>
      </w:r>
    </w:p>
    <w:p w:rsidR="00615C2D" w:rsidRDefault="002E58F8">
      <w:pPr>
        <w:pStyle w:val="a5"/>
      </w:pPr>
      <w:r>
        <w:rPr>
          <w:sz w:val="28"/>
          <w:szCs w:val="28"/>
        </w:rPr>
        <w:t xml:space="preserve"> Для участников Конкурса определены </w:t>
      </w:r>
      <w:proofErr w:type="gramStart"/>
      <w:r>
        <w:rPr>
          <w:sz w:val="28"/>
          <w:szCs w:val="28"/>
        </w:rPr>
        <w:t>следующие  возрастные</w:t>
      </w:r>
      <w:proofErr w:type="gramEnd"/>
      <w:r>
        <w:rPr>
          <w:sz w:val="28"/>
          <w:szCs w:val="28"/>
        </w:rPr>
        <w:t xml:space="preserve"> категории: </w:t>
      </w:r>
    </w:p>
    <w:p w:rsidR="00615C2D" w:rsidRDefault="002E58F8">
      <w:pPr>
        <w:pStyle w:val="a5"/>
        <w:ind w:left="1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- 5-6 лет </w:t>
      </w:r>
      <w:r>
        <w:rPr>
          <w:sz w:val="28"/>
          <w:szCs w:val="28"/>
        </w:rPr>
        <w:t>(дошкольные образовательные учреждения без выхода на область),</w:t>
      </w:r>
    </w:p>
    <w:p w:rsidR="00615C2D" w:rsidRDefault="002E58F8">
      <w:pPr>
        <w:pStyle w:val="a5"/>
        <w:ind w:left="1144"/>
        <w:jc w:val="both"/>
        <w:rPr>
          <w:sz w:val="28"/>
          <w:szCs w:val="28"/>
        </w:rPr>
      </w:pPr>
      <w:r>
        <w:rPr>
          <w:sz w:val="28"/>
          <w:szCs w:val="28"/>
        </w:rPr>
        <w:t>- 7-8 лет (без выхода на область)</w:t>
      </w:r>
    </w:p>
    <w:p w:rsidR="00615C2D" w:rsidRDefault="002E58F8">
      <w:pPr>
        <w:pStyle w:val="a5"/>
        <w:ind w:left="1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- 9-11 лет </w:t>
      </w:r>
    </w:p>
    <w:p w:rsidR="00615C2D" w:rsidRDefault="002E58F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- 12-14 лет </w:t>
      </w:r>
    </w:p>
    <w:p w:rsidR="00615C2D" w:rsidRDefault="002E58F8">
      <w:pPr>
        <w:pStyle w:val="a5"/>
        <w:ind w:left="1144"/>
        <w:jc w:val="both"/>
        <w:rPr>
          <w:sz w:val="28"/>
          <w:szCs w:val="28"/>
        </w:rPr>
      </w:pPr>
      <w:r>
        <w:rPr>
          <w:sz w:val="28"/>
          <w:szCs w:val="28"/>
        </w:rPr>
        <w:t>- 15-17 лет</w:t>
      </w:r>
    </w:p>
    <w:p w:rsidR="00615C2D" w:rsidRDefault="002E58F8">
      <w:pPr>
        <w:pStyle w:val="a5"/>
        <w:ind w:left="1144"/>
        <w:jc w:val="both"/>
        <w:rPr>
          <w:sz w:val="28"/>
          <w:szCs w:val="28"/>
        </w:rPr>
      </w:pPr>
      <w:r>
        <w:rPr>
          <w:sz w:val="28"/>
          <w:szCs w:val="28"/>
        </w:rPr>
        <w:t>- 18+ (без выхода на область)</w:t>
      </w:r>
    </w:p>
    <w:p w:rsidR="00615C2D" w:rsidRDefault="002E58F8">
      <w:pPr>
        <w:pStyle w:val="a5"/>
        <w:jc w:val="both"/>
      </w:pPr>
      <w:r>
        <w:rPr>
          <w:sz w:val="28"/>
          <w:szCs w:val="28"/>
        </w:rPr>
        <w:t xml:space="preserve">3.8. Каждый участник, </w:t>
      </w:r>
      <w:r>
        <w:rPr>
          <w:iCs/>
          <w:sz w:val="28"/>
          <w:szCs w:val="28"/>
        </w:rPr>
        <w:t xml:space="preserve">педагоги и родители </w:t>
      </w:r>
      <w:r>
        <w:rPr>
          <w:sz w:val="28"/>
          <w:szCs w:val="28"/>
        </w:rPr>
        <w:t>предоставляет на Конкурс</w:t>
      </w:r>
      <w:r>
        <w:rPr>
          <w:iCs/>
          <w:sz w:val="28"/>
          <w:szCs w:val="28"/>
        </w:rPr>
        <w:t xml:space="preserve"> не более </w:t>
      </w:r>
      <w:r>
        <w:rPr>
          <w:iCs/>
          <w:sz w:val="28"/>
          <w:szCs w:val="28"/>
        </w:rPr>
        <w:t>двух работ (изделий),</w:t>
      </w:r>
      <w:r>
        <w:rPr>
          <w:iCs/>
          <w:sz w:val="28"/>
          <w:szCs w:val="28"/>
          <w:shd w:val="clear" w:color="auto" w:fill="FFFFFF"/>
        </w:rPr>
        <w:t xml:space="preserve"> </w:t>
      </w:r>
      <w:r>
        <w:rPr>
          <w:iCs/>
          <w:sz w:val="28"/>
          <w:szCs w:val="28"/>
        </w:rPr>
        <w:t>выполненных в 2025 году, по видам</w:t>
      </w:r>
      <w:r>
        <w:rPr>
          <w:i/>
          <w:sz w:val="28"/>
          <w:szCs w:val="28"/>
        </w:rPr>
        <w:t xml:space="preserve"> (на выбор):</w:t>
      </w:r>
      <w:r>
        <w:rPr>
          <w:sz w:val="28"/>
          <w:szCs w:val="28"/>
        </w:rPr>
        <w:t xml:space="preserve"> </w:t>
      </w:r>
    </w:p>
    <w:p w:rsidR="00615C2D" w:rsidRDefault="002E58F8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керамика, скульптура;</w:t>
      </w:r>
    </w:p>
    <w:p w:rsidR="00615C2D" w:rsidRDefault="002E58F8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батик (роспись ткани);</w:t>
      </w:r>
    </w:p>
    <w:p w:rsidR="00615C2D" w:rsidRDefault="002E58F8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вышивка, вязание;</w:t>
      </w:r>
    </w:p>
    <w:p w:rsidR="00615C2D" w:rsidRDefault="002E58F8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ковроткачество, нетканый гобелен;</w:t>
      </w:r>
    </w:p>
    <w:p w:rsidR="00615C2D" w:rsidRDefault="002E58F8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костюм, кукла;</w:t>
      </w:r>
    </w:p>
    <w:p w:rsidR="00615C2D" w:rsidRDefault="002E58F8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резьба по дереву, выжигание по дереву, мебель;</w:t>
      </w:r>
    </w:p>
    <w:p w:rsidR="00615C2D" w:rsidRDefault="002E58F8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художественная обработка бер</w:t>
      </w:r>
      <w:r>
        <w:rPr>
          <w:rFonts w:ascii="Times New Roman" w:hAnsi="Times New Roman"/>
          <w:sz w:val="28"/>
          <w:szCs w:val="28"/>
        </w:rPr>
        <w:t>есты;</w:t>
      </w:r>
    </w:p>
    <w:p w:rsidR="00615C2D" w:rsidRDefault="002E58F8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лозоплетение, соломка;</w:t>
      </w:r>
    </w:p>
    <w:p w:rsidR="00615C2D" w:rsidRDefault="002E58F8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роспись по дереву;</w:t>
      </w:r>
    </w:p>
    <w:p w:rsidR="00615C2D" w:rsidRDefault="002E58F8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роспись по стеклу, витраж;</w:t>
      </w:r>
    </w:p>
    <w:p w:rsidR="00615C2D" w:rsidRDefault="002E58F8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фелтинг</w:t>
      </w:r>
      <w:proofErr w:type="spellEnd"/>
      <w:r>
        <w:rPr>
          <w:rFonts w:ascii="Times New Roman" w:hAnsi="Times New Roman"/>
          <w:sz w:val="28"/>
          <w:szCs w:val="28"/>
        </w:rPr>
        <w:t xml:space="preserve"> (валяние);</w:t>
      </w:r>
    </w:p>
    <w:p w:rsidR="00615C2D" w:rsidRDefault="002E58F8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изделия из металла и кости (чеканка, ковка, резьба по кости и т.п.);</w:t>
      </w:r>
    </w:p>
    <w:p w:rsidR="00615C2D" w:rsidRDefault="002E58F8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поделки из природных и синтетических материалов.</w:t>
      </w:r>
    </w:p>
    <w:p w:rsidR="00615C2D" w:rsidRDefault="002E58F8">
      <w:pPr>
        <w:pStyle w:val="a5"/>
        <w:jc w:val="both"/>
      </w:pPr>
      <w:r>
        <w:rPr>
          <w:b/>
          <w:bCs/>
          <w:i/>
          <w:iCs/>
          <w:sz w:val="28"/>
          <w:szCs w:val="28"/>
        </w:rPr>
        <w:t>3.9. Дошкольные образовательные учреждения п</w:t>
      </w:r>
      <w:r>
        <w:rPr>
          <w:b/>
          <w:bCs/>
          <w:i/>
          <w:iCs/>
          <w:sz w:val="28"/>
          <w:szCs w:val="28"/>
        </w:rPr>
        <w:t xml:space="preserve">редоставляют работы в техниках: </w:t>
      </w:r>
      <w:proofErr w:type="spellStart"/>
      <w:r>
        <w:rPr>
          <w:b/>
          <w:bCs/>
          <w:i/>
          <w:iCs/>
          <w:sz w:val="28"/>
          <w:szCs w:val="28"/>
        </w:rPr>
        <w:t>пластилинография</w:t>
      </w:r>
      <w:proofErr w:type="spellEnd"/>
      <w:r>
        <w:rPr>
          <w:b/>
          <w:bCs/>
          <w:i/>
          <w:iCs/>
          <w:sz w:val="28"/>
          <w:szCs w:val="28"/>
        </w:rPr>
        <w:t xml:space="preserve">, </w:t>
      </w:r>
      <w:proofErr w:type="spellStart"/>
      <w:r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айрис</w:t>
      </w:r>
      <w:proofErr w:type="spellEnd"/>
      <w:r>
        <w:rPr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фолдинг</w:t>
      </w:r>
      <w:proofErr w:type="spellEnd"/>
      <w:r>
        <w:rPr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, аппликация, </w:t>
      </w:r>
      <w:proofErr w:type="spellStart"/>
      <w:r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бумагопластика</w:t>
      </w:r>
      <w:proofErr w:type="spellEnd"/>
      <w:r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.</w:t>
      </w:r>
    </w:p>
    <w:p w:rsidR="00615C2D" w:rsidRDefault="002E58F8">
      <w:pPr>
        <w:pStyle w:val="a5"/>
        <w:ind w:firstLine="704"/>
        <w:jc w:val="both"/>
        <w:rPr>
          <w:sz w:val="28"/>
          <w:szCs w:val="28"/>
        </w:rPr>
      </w:pPr>
      <w:r>
        <w:rPr>
          <w:sz w:val="28"/>
          <w:szCs w:val="28"/>
        </w:rPr>
        <w:t>Участники дошкольных образовательных учреждений предоставляют на Конкурс работы только в указанных для них техниках исполнения.</w:t>
      </w:r>
    </w:p>
    <w:p w:rsidR="00615C2D" w:rsidRDefault="002E58F8">
      <w:pPr>
        <w:pStyle w:val="a5"/>
        <w:ind w:right="-144" w:firstLine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 Каждый участник </w:t>
      </w:r>
      <w:r>
        <w:rPr>
          <w:sz w:val="28"/>
          <w:szCs w:val="28"/>
        </w:rPr>
        <w:t xml:space="preserve">определяет название своей конкурсной работы самостоятельно. </w:t>
      </w:r>
    </w:p>
    <w:p w:rsidR="00615C2D" w:rsidRDefault="002E58F8">
      <w:pPr>
        <w:pStyle w:val="a5"/>
        <w:ind w:right="-144" w:firstLine="70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Конкурсное изделие должно быть авторским, не допускаются копии, реплики. Каждая работа, как предмет декоративно – прикладного искусства, должна нести художественную, эстетическую и утилитарную фу</w:t>
      </w:r>
      <w:r>
        <w:rPr>
          <w:sz w:val="28"/>
          <w:szCs w:val="28"/>
        </w:rPr>
        <w:t>нкции.</w:t>
      </w:r>
    </w:p>
    <w:p w:rsidR="00615C2D" w:rsidRDefault="002E58F8">
      <w:pPr>
        <w:pStyle w:val="a5"/>
        <w:ind w:right="-144" w:firstLine="704"/>
        <w:jc w:val="both"/>
        <w:rPr>
          <w:sz w:val="28"/>
          <w:szCs w:val="28"/>
        </w:rPr>
      </w:pPr>
      <w:r>
        <w:rPr>
          <w:sz w:val="28"/>
          <w:szCs w:val="28"/>
        </w:rPr>
        <w:t>Изделие должно быть декоративным, стилизованным. Творческая стилизация в декоративно – прикладном искусстве обязательно носит индивидуальный характер, подразумевает авторское видение и художественную переработку явлений и объектов окружающей действи</w:t>
      </w:r>
      <w:r>
        <w:rPr>
          <w:sz w:val="28"/>
          <w:szCs w:val="28"/>
        </w:rPr>
        <w:t>тельности и, как результат, отображение их с элементами новизны.</w:t>
      </w:r>
    </w:p>
    <w:p w:rsidR="00615C2D" w:rsidRDefault="002E58F8">
      <w:pPr>
        <w:pStyle w:val="a5"/>
        <w:ind w:right="-144" w:firstLine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подражании готового образа (народные промыслы) стилизация не должна иметь характер прямого копирования. Подражая тому или иному стилю, автор произведения должен стремиться внести в </w:t>
      </w:r>
      <w:r>
        <w:rPr>
          <w:sz w:val="28"/>
          <w:szCs w:val="28"/>
        </w:rPr>
        <w:t>него свою индивидуальность, например, избранным сюжетом, новым видением колорита или общим композиционным решением.</w:t>
      </w:r>
    </w:p>
    <w:p w:rsidR="00615C2D" w:rsidRDefault="002E58F8">
      <w:pPr>
        <w:pStyle w:val="a5"/>
        <w:ind w:firstLine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3.11.1. Каждое выставочное изделие должно иметь этикетку </w:t>
      </w:r>
      <w:proofErr w:type="gramStart"/>
      <w:r>
        <w:rPr>
          <w:sz w:val="28"/>
          <w:szCs w:val="28"/>
        </w:rPr>
        <w:t>размером  5</w:t>
      </w:r>
      <w:proofErr w:type="gramEnd"/>
      <w:r>
        <w:rPr>
          <w:sz w:val="28"/>
          <w:szCs w:val="28"/>
        </w:rPr>
        <w:t>х10 см и содержать следующую информацию:</w:t>
      </w:r>
    </w:p>
    <w:p w:rsidR="00615C2D" w:rsidRDefault="002E58F8">
      <w:pPr>
        <w:pStyle w:val="a5"/>
        <w:ind w:left="70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</w:t>
      </w:r>
    </w:p>
    <w:p w:rsidR="00615C2D" w:rsidRDefault="002E58F8">
      <w:pPr>
        <w:pStyle w:val="a5"/>
        <w:numPr>
          <w:ilvl w:val="0"/>
          <w:numId w:val="6"/>
        </w:numPr>
        <w:ind w:hanging="507"/>
        <w:jc w:val="both"/>
        <w:rPr>
          <w:sz w:val="28"/>
          <w:szCs w:val="28"/>
        </w:rPr>
      </w:pPr>
      <w:r>
        <w:rPr>
          <w:sz w:val="28"/>
          <w:szCs w:val="28"/>
        </w:rPr>
        <w:t>название работы</w:t>
      </w:r>
    </w:p>
    <w:p w:rsidR="00615C2D" w:rsidRDefault="002E58F8">
      <w:pPr>
        <w:pStyle w:val="a5"/>
        <w:numPr>
          <w:ilvl w:val="0"/>
          <w:numId w:val="6"/>
        </w:numPr>
        <w:ind w:hanging="507"/>
        <w:jc w:val="both"/>
        <w:rPr>
          <w:sz w:val="28"/>
          <w:szCs w:val="28"/>
        </w:rPr>
      </w:pPr>
      <w:r>
        <w:rPr>
          <w:sz w:val="28"/>
          <w:szCs w:val="28"/>
        </w:rPr>
        <w:t>вид декоративно-прикладного искусства (техника)</w:t>
      </w:r>
    </w:p>
    <w:p w:rsidR="00615C2D" w:rsidRDefault="002E58F8">
      <w:pPr>
        <w:pStyle w:val="a5"/>
        <w:numPr>
          <w:ilvl w:val="0"/>
          <w:numId w:val="6"/>
        </w:numPr>
        <w:ind w:hanging="507"/>
        <w:jc w:val="both"/>
      </w:pPr>
      <w:r>
        <w:rPr>
          <w:sz w:val="28"/>
          <w:szCs w:val="28"/>
        </w:rPr>
        <w:t xml:space="preserve">фамилия, имя исполнителя, возраст, образовательное учреждение, </w:t>
      </w:r>
      <w:r>
        <w:rPr>
          <w:b/>
          <w:i/>
          <w:sz w:val="28"/>
          <w:szCs w:val="28"/>
        </w:rPr>
        <w:t>класс (обязательно для конкурсантов из школ, лицеев, гимназий)</w:t>
      </w:r>
      <w:r w:rsidR="00DB2E63">
        <w:rPr>
          <w:b/>
          <w:i/>
          <w:sz w:val="28"/>
          <w:szCs w:val="28"/>
        </w:rPr>
        <w:t xml:space="preserve"> или название объединения (для участников из УДО)</w:t>
      </w:r>
    </w:p>
    <w:p w:rsidR="00615C2D" w:rsidRDefault="002E58F8">
      <w:pPr>
        <w:pStyle w:val="a5"/>
        <w:numPr>
          <w:ilvl w:val="0"/>
          <w:numId w:val="6"/>
        </w:numPr>
        <w:ind w:hanging="507"/>
        <w:jc w:val="both"/>
      </w:pPr>
      <w:r>
        <w:rPr>
          <w:sz w:val="28"/>
          <w:szCs w:val="28"/>
        </w:rPr>
        <w:t>ФИО педагога (</w:t>
      </w:r>
      <w:proofErr w:type="spellStart"/>
      <w:r>
        <w:rPr>
          <w:sz w:val="28"/>
          <w:szCs w:val="28"/>
        </w:rPr>
        <w:t>ов</w:t>
      </w:r>
      <w:proofErr w:type="spellEnd"/>
      <w:r>
        <w:rPr>
          <w:sz w:val="28"/>
          <w:szCs w:val="28"/>
        </w:rPr>
        <w:t xml:space="preserve">) – полностью. </w:t>
      </w:r>
    </w:p>
    <w:p w:rsidR="00615C2D" w:rsidRDefault="002E58F8">
      <w:pPr>
        <w:pStyle w:val="a5"/>
        <w:ind w:left="791"/>
        <w:jc w:val="both"/>
        <w:rPr>
          <w:b/>
          <w:i/>
          <w:sz w:val="28"/>
          <w:szCs w:val="28"/>
        </w:rPr>
      </w:pPr>
      <w:bookmarkStart w:id="2" w:name="_Hlk137123042"/>
      <w:r>
        <w:rPr>
          <w:b/>
          <w:i/>
          <w:sz w:val="28"/>
          <w:szCs w:val="28"/>
        </w:rPr>
        <w:t>Внимание! При несоблюдении правил оформления этик</w:t>
      </w:r>
      <w:r>
        <w:rPr>
          <w:b/>
          <w:i/>
          <w:sz w:val="28"/>
          <w:szCs w:val="28"/>
        </w:rPr>
        <w:t>еток или их отсутствии работа не оценивается!</w:t>
      </w:r>
    </w:p>
    <w:bookmarkEnd w:id="2"/>
    <w:p w:rsidR="00615C2D" w:rsidRDefault="002E58F8">
      <w:pPr>
        <w:pStyle w:val="a5"/>
        <w:ind w:left="704"/>
        <w:jc w:val="both"/>
      </w:pPr>
      <w:r>
        <w:rPr>
          <w:b/>
          <w:bCs/>
          <w:iCs/>
          <w:sz w:val="28"/>
          <w:szCs w:val="28"/>
        </w:rPr>
        <w:t xml:space="preserve">Для </w:t>
      </w:r>
      <w:r>
        <w:rPr>
          <w:b/>
          <w:sz w:val="28"/>
          <w:szCs w:val="28"/>
        </w:rPr>
        <w:t>педагогов и родителей</w:t>
      </w:r>
    </w:p>
    <w:p w:rsidR="00615C2D" w:rsidRDefault="002E58F8">
      <w:pPr>
        <w:pStyle w:val="a5"/>
        <w:numPr>
          <w:ilvl w:val="0"/>
          <w:numId w:val="6"/>
        </w:numPr>
        <w:ind w:hanging="507"/>
        <w:jc w:val="both"/>
        <w:rPr>
          <w:sz w:val="28"/>
          <w:szCs w:val="28"/>
        </w:rPr>
      </w:pPr>
      <w:r>
        <w:rPr>
          <w:sz w:val="28"/>
          <w:szCs w:val="28"/>
        </w:rPr>
        <w:t>название работы</w:t>
      </w:r>
    </w:p>
    <w:p w:rsidR="00615C2D" w:rsidRDefault="002E58F8">
      <w:pPr>
        <w:pStyle w:val="a5"/>
        <w:numPr>
          <w:ilvl w:val="0"/>
          <w:numId w:val="6"/>
        </w:numPr>
        <w:ind w:hanging="507"/>
        <w:jc w:val="both"/>
        <w:rPr>
          <w:sz w:val="28"/>
          <w:szCs w:val="28"/>
        </w:rPr>
      </w:pPr>
      <w:r>
        <w:rPr>
          <w:sz w:val="28"/>
          <w:szCs w:val="28"/>
        </w:rPr>
        <w:t>вид декоративно-прикладного искусства (техника)</w:t>
      </w:r>
    </w:p>
    <w:p w:rsidR="00615C2D" w:rsidRDefault="002E58F8">
      <w:pPr>
        <w:pStyle w:val="a5"/>
        <w:numPr>
          <w:ilvl w:val="0"/>
          <w:numId w:val="6"/>
        </w:numPr>
        <w:ind w:hanging="507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 исполнителя, от какого образовательного учреждения</w:t>
      </w:r>
      <w:r w:rsidR="00DB2E63">
        <w:rPr>
          <w:sz w:val="28"/>
          <w:szCs w:val="28"/>
        </w:rPr>
        <w:t xml:space="preserve"> представлен</w:t>
      </w:r>
      <w:r>
        <w:rPr>
          <w:sz w:val="28"/>
          <w:szCs w:val="28"/>
        </w:rPr>
        <w:t>.</w:t>
      </w:r>
    </w:p>
    <w:p w:rsidR="00615C2D" w:rsidRDefault="002E58F8">
      <w:pPr>
        <w:pStyle w:val="a5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Внимание! От педагогов и родителей на выставк</w:t>
      </w:r>
      <w:r>
        <w:rPr>
          <w:sz w:val="28"/>
          <w:szCs w:val="28"/>
        </w:rPr>
        <w:t xml:space="preserve">у принимается не более 2 работ от каждого конкурсанта в любой из техник. </w:t>
      </w:r>
      <w:r w:rsidR="006D0C43">
        <w:rPr>
          <w:sz w:val="28"/>
          <w:szCs w:val="28"/>
        </w:rPr>
        <w:t>Руководитель у взрослых участников не указывается.</w:t>
      </w:r>
    </w:p>
    <w:p w:rsidR="00615C2D" w:rsidRDefault="002E58F8">
      <w:pPr>
        <w:pStyle w:val="a5"/>
        <w:ind w:firstLine="704"/>
        <w:jc w:val="both"/>
      </w:pPr>
      <w:r>
        <w:rPr>
          <w:sz w:val="28"/>
          <w:szCs w:val="28"/>
        </w:rPr>
        <w:t>3.11.2. Оборудование, необходимое для монтажа индивидуальных работ (стенды, ширмы,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подставки, кубы, крепёжный материал и пр.), участники Конкурса привозят с собой. Все свои работы </w:t>
      </w:r>
      <w:r>
        <w:rPr>
          <w:sz w:val="28"/>
          <w:szCs w:val="28"/>
        </w:rPr>
        <w:t>участники Выставки устанавливают самостоятельно.</w:t>
      </w:r>
    </w:p>
    <w:p w:rsidR="00615C2D" w:rsidRDefault="002E58F8">
      <w:pPr>
        <w:pStyle w:val="a5"/>
        <w:ind w:firstLine="708"/>
        <w:jc w:val="both"/>
      </w:pPr>
      <w:r>
        <w:rPr>
          <w:sz w:val="28"/>
          <w:szCs w:val="28"/>
        </w:rPr>
        <w:t>3.11.3. Критерии оценки:</w:t>
      </w:r>
    </w:p>
    <w:p w:rsidR="00615C2D" w:rsidRDefault="002E58F8">
      <w:pPr>
        <w:pStyle w:val="a5"/>
        <w:numPr>
          <w:ilvl w:val="0"/>
          <w:numId w:val="6"/>
        </w:numPr>
        <w:ind w:hanging="507"/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художественная ценность представленной работы</w:t>
      </w:r>
    </w:p>
    <w:p w:rsidR="00615C2D" w:rsidRDefault="002E58F8">
      <w:pPr>
        <w:pStyle w:val="a5"/>
        <w:numPr>
          <w:ilvl w:val="0"/>
          <w:numId w:val="6"/>
        </w:numPr>
        <w:ind w:hanging="507"/>
        <w:jc w:val="both"/>
        <w:rPr>
          <w:sz w:val="28"/>
          <w:szCs w:val="28"/>
        </w:rPr>
      </w:pPr>
      <w:r>
        <w:rPr>
          <w:sz w:val="28"/>
          <w:szCs w:val="28"/>
        </w:rPr>
        <w:t>творческая индивидуальность и мастерство автора, владение выбранной техникой</w:t>
      </w:r>
    </w:p>
    <w:p w:rsidR="00615C2D" w:rsidRDefault="002E58F8">
      <w:pPr>
        <w:pStyle w:val="a5"/>
        <w:numPr>
          <w:ilvl w:val="0"/>
          <w:numId w:val="6"/>
        </w:numPr>
        <w:ind w:hanging="507"/>
        <w:jc w:val="both"/>
        <w:rPr>
          <w:sz w:val="28"/>
          <w:szCs w:val="28"/>
        </w:rPr>
      </w:pPr>
      <w:r>
        <w:rPr>
          <w:sz w:val="28"/>
          <w:szCs w:val="28"/>
        </w:rPr>
        <w:t>чистота и экологичность представленных работ</w:t>
      </w:r>
    </w:p>
    <w:p w:rsidR="00615C2D" w:rsidRDefault="002E58F8">
      <w:pPr>
        <w:pStyle w:val="a5"/>
        <w:numPr>
          <w:ilvl w:val="0"/>
          <w:numId w:val="6"/>
        </w:numPr>
        <w:ind w:hanging="507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работ возрасту автора</w:t>
      </w:r>
    </w:p>
    <w:p w:rsidR="00615C2D" w:rsidRDefault="002E58F8">
      <w:pPr>
        <w:pStyle w:val="a5"/>
        <w:numPr>
          <w:ilvl w:val="0"/>
          <w:numId w:val="6"/>
        </w:numPr>
        <w:ind w:hanging="507"/>
        <w:jc w:val="both"/>
        <w:rPr>
          <w:sz w:val="28"/>
          <w:szCs w:val="28"/>
        </w:rPr>
      </w:pPr>
      <w:r>
        <w:rPr>
          <w:sz w:val="28"/>
          <w:szCs w:val="28"/>
        </w:rPr>
        <w:t>эстетический вид изделия (оформление изделия)</w:t>
      </w:r>
    </w:p>
    <w:p w:rsidR="00615C2D" w:rsidRDefault="002E58F8">
      <w:pPr>
        <w:pStyle w:val="a5"/>
        <w:numPr>
          <w:ilvl w:val="0"/>
          <w:numId w:val="6"/>
        </w:numPr>
        <w:ind w:hanging="507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новых технологий и материалов.</w:t>
      </w:r>
    </w:p>
    <w:p w:rsidR="00615C2D" w:rsidRDefault="00615C2D">
      <w:pPr>
        <w:pStyle w:val="a5"/>
        <w:jc w:val="both"/>
        <w:rPr>
          <w:sz w:val="28"/>
          <w:szCs w:val="28"/>
        </w:rPr>
      </w:pPr>
    </w:p>
    <w:p w:rsidR="00615C2D" w:rsidRDefault="002E58F8">
      <w:pPr>
        <w:pStyle w:val="a5"/>
        <w:jc w:val="both"/>
      </w:pPr>
      <w:r>
        <w:rPr>
          <w:sz w:val="28"/>
          <w:szCs w:val="28"/>
        </w:rPr>
        <w:tab/>
        <w:t xml:space="preserve">По итогам муниципального этапа </w:t>
      </w:r>
      <w:r>
        <w:rPr>
          <w:b/>
          <w:sz w:val="28"/>
          <w:szCs w:val="28"/>
          <w:u w:val="single"/>
        </w:rPr>
        <w:t>победители и призеры</w:t>
      </w:r>
      <w:r>
        <w:rPr>
          <w:sz w:val="28"/>
          <w:szCs w:val="28"/>
        </w:rPr>
        <w:t xml:space="preserve"> (Гран-При, 1,2,3 место) становятся </w:t>
      </w:r>
      <w:r>
        <w:rPr>
          <w:b/>
          <w:sz w:val="28"/>
          <w:szCs w:val="28"/>
        </w:rPr>
        <w:t>участниками заочного регионального этапа Кон</w:t>
      </w:r>
      <w:r>
        <w:rPr>
          <w:b/>
          <w:sz w:val="28"/>
          <w:szCs w:val="28"/>
        </w:rPr>
        <w:t>курса</w:t>
      </w:r>
      <w:r>
        <w:rPr>
          <w:sz w:val="28"/>
          <w:szCs w:val="28"/>
        </w:rPr>
        <w:t xml:space="preserve"> </w:t>
      </w:r>
    </w:p>
    <w:p w:rsidR="00615C2D" w:rsidRDefault="006D0C43">
      <w:pPr>
        <w:pStyle w:val="a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Общую з</w:t>
      </w:r>
      <w:r w:rsidR="002E58F8">
        <w:rPr>
          <w:b/>
          <w:bCs/>
          <w:sz w:val="28"/>
          <w:szCs w:val="28"/>
        </w:rPr>
        <w:t xml:space="preserve">аявку </w:t>
      </w:r>
      <w:r>
        <w:rPr>
          <w:b/>
          <w:bCs/>
          <w:sz w:val="28"/>
          <w:szCs w:val="28"/>
        </w:rPr>
        <w:t xml:space="preserve">от города Кемерово </w:t>
      </w:r>
      <w:r w:rsidR="002E58F8">
        <w:rPr>
          <w:b/>
          <w:bCs/>
          <w:sz w:val="28"/>
          <w:szCs w:val="28"/>
        </w:rPr>
        <w:t>на региональный этап Конкурса подает муниципальный оператор.</w:t>
      </w:r>
    </w:p>
    <w:p w:rsidR="00615C2D" w:rsidRDefault="002E58F8">
      <w:pPr>
        <w:pStyle w:val="a5"/>
        <w:jc w:val="both"/>
      </w:pPr>
      <w:r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ab/>
      </w:r>
      <w:r>
        <w:rPr>
          <w:bCs/>
          <w:sz w:val="28"/>
          <w:szCs w:val="28"/>
        </w:rPr>
        <w:t xml:space="preserve">Для участия в заочном этапе регионального Конкурса, </w:t>
      </w:r>
      <w:r w:rsidR="006D0C43" w:rsidRPr="006D0C43">
        <w:rPr>
          <w:b/>
          <w:sz w:val="28"/>
          <w:szCs w:val="28"/>
        </w:rPr>
        <w:t>каждый</w:t>
      </w:r>
      <w:r w:rsidR="006D0C43">
        <w:rPr>
          <w:bCs/>
          <w:sz w:val="28"/>
          <w:szCs w:val="28"/>
        </w:rPr>
        <w:t xml:space="preserve"> </w:t>
      </w:r>
      <w:r w:rsidRPr="006D0C43">
        <w:rPr>
          <w:b/>
          <w:sz w:val="28"/>
          <w:szCs w:val="28"/>
        </w:rPr>
        <w:t>руководител</w:t>
      </w:r>
      <w:r w:rsidR="006D0C43">
        <w:rPr>
          <w:b/>
          <w:sz w:val="28"/>
          <w:szCs w:val="28"/>
        </w:rPr>
        <w:t xml:space="preserve">ь </w:t>
      </w:r>
      <w:r w:rsidRPr="006D0C43">
        <w:rPr>
          <w:b/>
          <w:sz w:val="28"/>
          <w:szCs w:val="28"/>
        </w:rPr>
        <w:t>победителей и призеров</w:t>
      </w:r>
      <w:r>
        <w:rPr>
          <w:bCs/>
          <w:sz w:val="28"/>
          <w:szCs w:val="28"/>
        </w:rPr>
        <w:t xml:space="preserve"> </w:t>
      </w:r>
      <w:r w:rsidR="006D0C43">
        <w:rPr>
          <w:bCs/>
          <w:sz w:val="28"/>
          <w:szCs w:val="28"/>
        </w:rPr>
        <w:t>самостоятельно</w:t>
      </w:r>
      <w:r>
        <w:rPr>
          <w:bCs/>
          <w:sz w:val="28"/>
          <w:szCs w:val="28"/>
        </w:rPr>
        <w:t xml:space="preserve"> до </w:t>
      </w:r>
      <w:r>
        <w:rPr>
          <w:b/>
          <w:sz w:val="28"/>
          <w:szCs w:val="28"/>
        </w:rPr>
        <w:t>21 января 2026 года</w:t>
      </w:r>
      <w:r>
        <w:rPr>
          <w:bCs/>
          <w:sz w:val="28"/>
          <w:szCs w:val="28"/>
        </w:rPr>
        <w:t xml:space="preserve"> заполн</w:t>
      </w:r>
      <w:r w:rsidR="006D0C43">
        <w:rPr>
          <w:bCs/>
          <w:sz w:val="28"/>
          <w:szCs w:val="28"/>
        </w:rPr>
        <w:t>яет</w:t>
      </w:r>
      <w:r>
        <w:rPr>
          <w:bCs/>
          <w:sz w:val="28"/>
          <w:szCs w:val="28"/>
        </w:rPr>
        <w:t xml:space="preserve"> заявку по ссылке: </w:t>
      </w:r>
      <w:hyperlink r:id="rId8" w:history="1">
        <w:r>
          <w:rPr>
            <w:rStyle w:val="a3"/>
            <w:bCs/>
            <w:sz w:val="28"/>
            <w:szCs w:val="28"/>
          </w:rPr>
          <w:t>https://clck.ru/3PGUJo</w:t>
        </w:r>
      </w:hyperlink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, прикрепив ссылку на фотографии работ.</w:t>
      </w:r>
    </w:p>
    <w:p w:rsidR="00615C2D" w:rsidRDefault="00615C2D">
      <w:pPr>
        <w:pStyle w:val="a5"/>
        <w:jc w:val="both"/>
        <w:rPr>
          <w:sz w:val="28"/>
          <w:szCs w:val="28"/>
        </w:rPr>
      </w:pPr>
    </w:p>
    <w:p w:rsidR="00615C2D" w:rsidRDefault="002E58F8">
      <w:pPr>
        <w:pStyle w:val="a5"/>
        <w:numPr>
          <w:ilvl w:val="0"/>
          <w:numId w:val="8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Благотворительный взнос за участие в Конкурсе.</w:t>
      </w:r>
    </w:p>
    <w:p w:rsidR="00615C2D" w:rsidRDefault="002E58F8">
      <w:pPr>
        <w:pStyle w:val="a5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Благотворительный взнос для участников </w:t>
      </w:r>
      <w:proofErr w:type="gramStart"/>
      <w:r>
        <w:rPr>
          <w:sz w:val="28"/>
          <w:szCs w:val="28"/>
        </w:rPr>
        <w:t xml:space="preserve">Конкурса  </w:t>
      </w:r>
      <w:r w:rsidR="006D0C43">
        <w:rPr>
          <w:sz w:val="28"/>
          <w:szCs w:val="28"/>
        </w:rPr>
        <w:t>составляет</w:t>
      </w:r>
      <w:proofErr w:type="gramEnd"/>
      <w:r w:rsidR="006D0C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350-450 рублей за каждого участника </w:t>
      </w:r>
      <w:r w:rsidRPr="006D0C43">
        <w:rPr>
          <w:color w:val="FF0000"/>
          <w:sz w:val="28"/>
          <w:szCs w:val="28"/>
        </w:rPr>
        <w:t>в каждом из представл</w:t>
      </w:r>
      <w:r w:rsidRPr="006D0C43">
        <w:rPr>
          <w:color w:val="FF0000"/>
          <w:sz w:val="28"/>
          <w:szCs w:val="28"/>
        </w:rPr>
        <w:t>енных видов.</w:t>
      </w:r>
    </w:p>
    <w:p w:rsidR="00615C2D" w:rsidRDefault="002E58F8">
      <w:pPr>
        <w:pStyle w:val="a5"/>
        <w:numPr>
          <w:ilvl w:val="1"/>
          <w:numId w:val="7"/>
        </w:numPr>
        <w:ind w:left="0" w:firstLine="710"/>
        <w:jc w:val="both"/>
      </w:pPr>
      <w:r>
        <w:rPr>
          <w:sz w:val="28"/>
          <w:szCs w:val="28"/>
        </w:rPr>
        <w:t xml:space="preserve">Благотворительный взнос оплачивается путем перечисления денежных средств на расчетный счет МБОУДО «ЦДОД им. В. Волошиной» </w:t>
      </w:r>
      <w:r>
        <w:rPr>
          <w:b/>
          <w:bCs/>
          <w:sz w:val="28"/>
          <w:szCs w:val="28"/>
        </w:rPr>
        <w:t>до 17.11.2025г.</w:t>
      </w:r>
      <w:r>
        <w:rPr>
          <w:sz w:val="28"/>
          <w:szCs w:val="28"/>
        </w:rPr>
        <w:t xml:space="preserve"> </w:t>
      </w:r>
    </w:p>
    <w:p w:rsidR="00615C2D" w:rsidRDefault="002E58F8">
      <w:pPr>
        <w:pStyle w:val="a5"/>
        <w:numPr>
          <w:ilvl w:val="1"/>
          <w:numId w:val="7"/>
        </w:numPr>
        <w:jc w:val="both"/>
      </w:pP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  <w:shd w:val="clear" w:color="auto" w:fill="FFFFFF"/>
        </w:rPr>
        <w:t xml:space="preserve">плата благотворительных взносов может осуществляться как через банк, так и через сбербанк- онлайн. </w:t>
      </w:r>
    </w:p>
    <w:p w:rsidR="00615C2D" w:rsidRDefault="00615C2D">
      <w:pPr>
        <w:pStyle w:val="a5"/>
        <w:ind w:left="1070"/>
        <w:jc w:val="both"/>
        <w:rPr>
          <w:color w:val="000000"/>
          <w:sz w:val="28"/>
          <w:szCs w:val="28"/>
          <w:shd w:val="clear" w:color="auto" w:fill="FFFFFF"/>
        </w:rPr>
      </w:pPr>
    </w:p>
    <w:p w:rsidR="00615C2D" w:rsidRDefault="002E58F8">
      <w:pPr>
        <w:pStyle w:val="a5"/>
        <w:ind w:left="360"/>
        <w:jc w:val="both"/>
        <w:rPr>
          <w:b/>
          <w:bCs/>
          <w:i/>
          <w:iCs/>
          <w:color w:val="000000"/>
          <w:sz w:val="28"/>
          <w:szCs w:val="28"/>
          <w:shd w:val="clear" w:color="auto" w:fill="FFFFFF"/>
        </w:rPr>
      </w:pPr>
      <w:r>
        <w:rPr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 </w:t>
      </w:r>
      <w:r>
        <w:rPr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 4.4. Последовательность «шагов» при оплате через сбербанк-онлайн:</w:t>
      </w:r>
    </w:p>
    <w:p w:rsidR="00615C2D" w:rsidRDefault="002E58F8">
      <w:pPr>
        <w:pStyle w:val="a5"/>
        <w:ind w:left="360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     4.4.1. В разделе «Платежи» необходимо выбрать способ оплаты- </w:t>
      </w:r>
      <w:r>
        <w:rPr>
          <w:color w:val="000000"/>
          <w:sz w:val="28"/>
          <w:szCs w:val="28"/>
          <w:u w:val="single"/>
          <w:shd w:val="clear" w:color="auto" w:fill="FFFFFF"/>
        </w:rPr>
        <w:t>«По реквизитам».</w:t>
      </w:r>
    </w:p>
    <w:p w:rsidR="00615C2D" w:rsidRDefault="002E58F8">
      <w:pPr>
        <w:pStyle w:val="a5"/>
        <w:ind w:left="36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4.4.2. Заполнить все реквизиты (пункт 4.5.) в последовательности, которую запрашивает банк.</w:t>
      </w:r>
    </w:p>
    <w:p w:rsidR="00615C2D" w:rsidRDefault="002E58F8">
      <w:pPr>
        <w:pStyle w:val="a5"/>
        <w:ind w:left="360"/>
      </w:pPr>
      <w:r>
        <w:rPr>
          <w:color w:val="000000"/>
          <w:sz w:val="28"/>
          <w:szCs w:val="28"/>
        </w:rPr>
        <w:t xml:space="preserve">     4.4.3.  </w:t>
      </w:r>
      <w:r>
        <w:rPr>
          <w:color w:val="000000"/>
          <w:sz w:val="28"/>
          <w:szCs w:val="28"/>
          <w:shd w:val="clear" w:color="auto" w:fill="FFFFFF"/>
        </w:rPr>
        <w:t xml:space="preserve">В графе «Группа» (в которой занимается ребенок) - указать 0.                                                              </w:t>
      </w:r>
    </w:p>
    <w:p w:rsidR="00615C2D" w:rsidRDefault="002E58F8">
      <w:pPr>
        <w:pStyle w:val="a5"/>
        <w:ind w:left="360"/>
      </w:pP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  <w:shd w:val="clear" w:color="auto" w:fill="FFFFFF"/>
        </w:rPr>
        <w:t>4.4.4. В графе «Назначение платежа» - Успех, выставка ДПИ-</w:t>
      </w:r>
      <w:proofErr w:type="gramStart"/>
      <w:r>
        <w:rPr>
          <w:color w:val="000000"/>
          <w:sz w:val="28"/>
          <w:szCs w:val="28"/>
          <w:shd w:val="clear" w:color="auto" w:fill="FFFFFF"/>
        </w:rPr>
        <w:t>2025 .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615C2D" w:rsidRDefault="002E58F8">
      <w:pPr>
        <w:pStyle w:val="a5"/>
        <w:ind w:left="360"/>
      </w:pPr>
      <w:r>
        <w:rPr>
          <w:color w:val="000000"/>
          <w:sz w:val="28"/>
          <w:szCs w:val="28"/>
          <w:shd w:val="clear" w:color="auto" w:fill="FFFFFF"/>
        </w:rPr>
        <w:t xml:space="preserve">     4.4.5. В графе «ФИО ребенка»: указать </w:t>
      </w:r>
      <w:r>
        <w:rPr>
          <w:color w:val="000000"/>
          <w:sz w:val="28"/>
          <w:szCs w:val="28"/>
          <w:shd w:val="clear" w:color="auto" w:fill="FFFFFF"/>
        </w:rPr>
        <w:t>либо ФИО ребенка, либо ФИО педагога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(если оплачивается участие сразу нескольких учащихся или коллектива).</w:t>
      </w:r>
    </w:p>
    <w:p w:rsidR="00615C2D" w:rsidRDefault="002E58F8">
      <w:pPr>
        <w:pStyle w:val="a5"/>
        <w:ind w:left="360"/>
        <w:jc w:val="both"/>
      </w:pPr>
      <w:r>
        <w:rPr>
          <w:b/>
          <w:bCs/>
          <w:sz w:val="28"/>
          <w:szCs w:val="28"/>
        </w:rPr>
        <w:t xml:space="preserve">     4.5.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Реквизиты для оплаты благотворительных взносов: </w:t>
      </w:r>
    </w:p>
    <w:p w:rsidR="00615C2D" w:rsidRDefault="002E58F8">
      <w:pPr>
        <w:pStyle w:val="a5"/>
        <w:jc w:val="both"/>
      </w:pPr>
      <w:r>
        <w:rPr>
          <w:color w:val="000000"/>
          <w:sz w:val="28"/>
          <w:szCs w:val="28"/>
        </w:rPr>
        <w:t>ИНН 4205020051 КПП 420501001</w:t>
      </w:r>
    </w:p>
    <w:p w:rsidR="00615C2D" w:rsidRDefault="002E58F8">
      <w:pPr>
        <w:pStyle w:val="a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ГОРФУ г. Кемерово (МБОУ ДО «ЦДОД им. В. Волошиной», л/с 20396У</w:t>
      </w:r>
      <w:r>
        <w:rPr>
          <w:color w:val="000000"/>
          <w:sz w:val="28"/>
          <w:szCs w:val="28"/>
        </w:rPr>
        <w:t>32620)</w:t>
      </w:r>
    </w:p>
    <w:p w:rsidR="00615C2D" w:rsidRDefault="002E58F8">
      <w:pPr>
        <w:pStyle w:val="a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Банк получателя:</w:t>
      </w:r>
    </w:p>
    <w:p w:rsidR="00615C2D" w:rsidRDefault="002E58F8">
      <w:pPr>
        <w:pStyle w:val="a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ОКЦ № 5 </w:t>
      </w:r>
      <w:proofErr w:type="spellStart"/>
      <w:r>
        <w:rPr>
          <w:color w:val="000000"/>
          <w:sz w:val="28"/>
          <w:szCs w:val="28"/>
        </w:rPr>
        <w:t>СибГУ</w:t>
      </w:r>
      <w:proofErr w:type="spellEnd"/>
      <w:r>
        <w:rPr>
          <w:color w:val="000000"/>
          <w:sz w:val="28"/>
          <w:szCs w:val="28"/>
        </w:rPr>
        <w:t xml:space="preserve"> Банка России//УФК по Кемеровской области — Кузбассу, г Кемерово</w:t>
      </w:r>
    </w:p>
    <w:p w:rsidR="00615C2D" w:rsidRDefault="002E58F8">
      <w:pPr>
        <w:pStyle w:val="a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БИК 013207212</w:t>
      </w:r>
    </w:p>
    <w:p w:rsidR="00615C2D" w:rsidRDefault="002E58F8">
      <w:pPr>
        <w:pStyle w:val="a5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Сч</w:t>
      </w:r>
      <w:proofErr w:type="spellEnd"/>
      <w:r>
        <w:rPr>
          <w:color w:val="000000"/>
          <w:sz w:val="28"/>
          <w:szCs w:val="28"/>
        </w:rPr>
        <w:t>. № 03234643327010003901</w:t>
      </w:r>
    </w:p>
    <w:p w:rsidR="00615C2D" w:rsidRDefault="002E58F8">
      <w:pPr>
        <w:pStyle w:val="a5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Кор.счет</w:t>
      </w:r>
      <w:proofErr w:type="spellEnd"/>
      <w:r>
        <w:rPr>
          <w:color w:val="000000"/>
          <w:sz w:val="28"/>
          <w:szCs w:val="28"/>
        </w:rPr>
        <w:t xml:space="preserve"> (ЕКС): 40102810745370000032</w:t>
      </w:r>
    </w:p>
    <w:p w:rsidR="00615C2D" w:rsidRDefault="002E58F8">
      <w:pPr>
        <w:pStyle w:val="a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ОКТМО 32701000</w:t>
      </w:r>
    </w:p>
    <w:p w:rsidR="00615C2D" w:rsidRDefault="002E58F8">
      <w:pPr>
        <w:pStyle w:val="a5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КБК 00000000000000000150</w:t>
      </w:r>
    </w:p>
    <w:p w:rsidR="00615C2D" w:rsidRDefault="002E58F8">
      <w:pPr>
        <w:pStyle w:val="a5"/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Копии документов об </w:t>
      </w:r>
      <w:r>
        <w:rPr>
          <w:sz w:val="28"/>
          <w:szCs w:val="28"/>
        </w:rPr>
        <w:t xml:space="preserve">оплате благотворительных взносов сдаются вместе с заявкой районным оргкомитетом </w:t>
      </w:r>
      <w:proofErr w:type="gramStart"/>
      <w:r>
        <w:rPr>
          <w:sz w:val="28"/>
          <w:szCs w:val="28"/>
        </w:rPr>
        <w:t>в  «</w:t>
      </w:r>
      <w:proofErr w:type="gramEnd"/>
      <w:r>
        <w:rPr>
          <w:sz w:val="28"/>
          <w:szCs w:val="28"/>
        </w:rPr>
        <w:t xml:space="preserve">ЦДОД им. В. Волошиной» в электронном (бумажном) варианте в указанный срок. Без предоставленных </w:t>
      </w:r>
      <w:r w:rsidR="006D0C43">
        <w:rPr>
          <w:sz w:val="28"/>
          <w:szCs w:val="28"/>
        </w:rPr>
        <w:t xml:space="preserve">документов </w:t>
      </w:r>
      <w:r>
        <w:rPr>
          <w:sz w:val="28"/>
          <w:szCs w:val="28"/>
        </w:rPr>
        <w:t xml:space="preserve">об оплате </w:t>
      </w:r>
      <w:r>
        <w:rPr>
          <w:sz w:val="28"/>
          <w:szCs w:val="28"/>
        </w:rPr>
        <w:t>заявка на участие в выставке рассматриваться не будет.</w:t>
      </w:r>
    </w:p>
    <w:p w:rsidR="00615C2D" w:rsidRDefault="00615C2D">
      <w:pPr>
        <w:pStyle w:val="a5"/>
        <w:jc w:val="center"/>
        <w:rPr>
          <w:b/>
          <w:i/>
          <w:sz w:val="28"/>
          <w:szCs w:val="28"/>
        </w:rPr>
      </w:pPr>
    </w:p>
    <w:p w:rsidR="00615C2D" w:rsidRDefault="002E58F8">
      <w:pPr>
        <w:pStyle w:val="a5"/>
        <w:ind w:left="360"/>
        <w:jc w:val="center"/>
      </w:pPr>
      <w:r>
        <w:rPr>
          <w:b/>
          <w:sz w:val="28"/>
          <w:szCs w:val="28"/>
        </w:rPr>
        <w:t>5.Оргкомитет Конкурса</w:t>
      </w:r>
    </w:p>
    <w:p w:rsidR="00615C2D" w:rsidRDefault="002E58F8">
      <w:pPr>
        <w:tabs>
          <w:tab w:val="left" w:pos="851"/>
          <w:tab w:val="left" w:pos="1254"/>
        </w:tabs>
        <w:spacing w:after="0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Для организации и проведения Конкурса утверждается состав оргкомитета из представителей учредителя и организатора Конкурса.</w:t>
      </w:r>
    </w:p>
    <w:p w:rsidR="00615C2D" w:rsidRDefault="002E58F8">
      <w:pPr>
        <w:tabs>
          <w:tab w:val="left" w:pos="851"/>
          <w:tab w:val="left" w:pos="1254"/>
        </w:tabs>
        <w:spacing w:after="0"/>
        <w:ind w:left="720" w:hanging="153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Оргкомитет имеет право:</w:t>
      </w:r>
    </w:p>
    <w:p w:rsidR="00615C2D" w:rsidRDefault="002E58F8">
      <w:pPr>
        <w:numPr>
          <w:ilvl w:val="0"/>
          <w:numId w:val="9"/>
        </w:numPr>
        <w:tabs>
          <w:tab w:val="left" w:pos="426"/>
        </w:tabs>
        <w:spacing w:after="0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принимать и обрабатывать заявки;</w:t>
      </w:r>
    </w:p>
    <w:p w:rsidR="00615C2D" w:rsidRDefault="002E58F8">
      <w:pPr>
        <w:numPr>
          <w:ilvl w:val="0"/>
          <w:numId w:val="9"/>
        </w:numPr>
        <w:tabs>
          <w:tab w:val="left" w:pos="426"/>
        </w:tabs>
        <w:spacing w:after="0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не рассматривать заявки, поступившие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позднее указанного срока; </w:t>
      </w:r>
    </w:p>
    <w:p w:rsidR="00615C2D" w:rsidRDefault="002E58F8">
      <w:pPr>
        <w:numPr>
          <w:ilvl w:val="0"/>
          <w:numId w:val="9"/>
        </w:numPr>
        <w:tabs>
          <w:tab w:val="left" w:pos="426"/>
        </w:tabs>
        <w:spacing w:after="0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формировать состав жюри для оценки конкурсных работ в соответствии с критериями оценки, указанными в Положении;</w:t>
      </w:r>
    </w:p>
    <w:p w:rsidR="00615C2D" w:rsidRDefault="002E58F8">
      <w:pPr>
        <w:numPr>
          <w:ilvl w:val="0"/>
          <w:numId w:val="9"/>
        </w:numPr>
        <w:tabs>
          <w:tab w:val="left" w:pos="426"/>
        </w:tabs>
        <w:spacing w:after="0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не принимать работы, не соответствующие направлению Конкурса;</w:t>
      </w:r>
    </w:p>
    <w:p w:rsidR="00615C2D" w:rsidRDefault="002E58F8">
      <w:pPr>
        <w:numPr>
          <w:ilvl w:val="0"/>
          <w:numId w:val="9"/>
        </w:numPr>
        <w:tabs>
          <w:tab w:val="left" w:pos="426"/>
        </w:tabs>
        <w:spacing w:after="0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информировать участников о переносе сроков проведени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я Конкурса;</w:t>
      </w:r>
    </w:p>
    <w:p w:rsidR="00615C2D" w:rsidRDefault="002E58F8">
      <w:pPr>
        <w:numPr>
          <w:ilvl w:val="0"/>
          <w:numId w:val="9"/>
        </w:numPr>
        <w:tabs>
          <w:tab w:val="left" w:pos="426"/>
        </w:tabs>
        <w:spacing w:after="0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 организовать работу в период проведения Конкурса;</w:t>
      </w:r>
    </w:p>
    <w:p w:rsidR="00615C2D" w:rsidRDefault="002E58F8">
      <w:pPr>
        <w:numPr>
          <w:ilvl w:val="0"/>
          <w:numId w:val="9"/>
        </w:numPr>
        <w:tabs>
          <w:tab w:val="left" w:pos="426"/>
        </w:tabs>
        <w:spacing w:after="0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осуществлять информационную поддержку Конкурса;</w:t>
      </w:r>
    </w:p>
    <w:p w:rsidR="00615C2D" w:rsidRDefault="002E58F8">
      <w:pPr>
        <w:numPr>
          <w:ilvl w:val="0"/>
          <w:numId w:val="9"/>
        </w:numPr>
        <w:tabs>
          <w:tab w:val="left" w:pos="426"/>
        </w:tabs>
        <w:spacing w:after="0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подводить итоги Конкурса.</w:t>
      </w:r>
    </w:p>
    <w:p w:rsidR="00615C2D" w:rsidRDefault="00615C2D">
      <w:pPr>
        <w:tabs>
          <w:tab w:val="left" w:pos="426"/>
        </w:tabs>
        <w:spacing w:after="0"/>
        <w:ind w:left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15C2D" w:rsidRDefault="002E58F8">
      <w:pPr>
        <w:pStyle w:val="a5"/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Порядок проведения Конкурса</w:t>
      </w:r>
    </w:p>
    <w:p w:rsidR="00615C2D" w:rsidRDefault="002E58F8">
      <w:pPr>
        <w:pStyle w:val="a5"/>
        <w:ind w:left="720"/>
        <w:jc w:val="both"/>
      </w:pPr>
      <w:r>
        <w:rPr>
          <w:sz w:val="28"/>
          <w:szCs w:val="28"/>
        </w:rPr>
        <w:t xml:space="preserve">6.1. Конкурс проводится </w:t>
      </w:r>
      <w:r>
        <w:rPr>
          <w:b/>
          <w:i/>
          <w:sz w:val="28"/>
          <w:szCs w:val="28"/>
        </w:rPr>
        <w:t xml:space="preserve">с 8 по13.12.2025г. </w:t>
      </w:r>
      <w:r>
        <w:rPr>
          <w:sz w:val="28"/>
          <w:szCs w:val="28"/>
        </w:rPr>
        <w:t xml:space="preserve"> в помещении МБОУДО</w:t>
      </w:r>
    </w:p>
    <w:p w:rsidR="00615C2D" w:rsidRDefault="002E58F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«ЦДОД им. В. Волошиной</w:t>
      </w:r>
      <w:r>
        <w:rPr>
          <w:sz w:val="28"/>
          <w:szCs w:val="28"/>
        </w:rPr>
        <w:t>» по адресу: г. Кемерово, ул. Мичурина,19.</w:t>
      </w:r>
    </w:p>
    <w:p w:rsidR="00615C2D" w:rsidRDefault="002E58F8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6.2. График работы выставки:</w:t>
      </w:r>
    </w:p>
    <w:p w:rsidR="00615C2D" w:rsidRDefault="002E58F8">
      <w:pPr>
        <w:pStyle w:val="a5"/>
        <w:jc w:val="both"/>
      </w:pPr>
      <w:r>
        <w:rPr>
          <w:b/>
          <w:sz w:val="28"/>
          <w:szCs w:val="28"/>
        </w:rPr>
        <w:t xml:space="preserve">08.12.2025г. - </w:t>
      </w:r>
      <w:r>
        <w:rPr>
          <w:sz w:val="28"/>
          <w:szCs w:val="28"/>
        </w:rPr>
        <w:t>09.00-16.00- заезд участников, оформление Выставки</w:t>
      </w:r>
    </w:p>
    <w:p w:rsidR="00615C2D" w:rsidRDefault="002E58F8">
      <w:pPr>
        <w:pStyle w:val="a5"/>
        <w:jc w:val="both"/>
      </w:pPr>
      <w:r>
        <w:rPr>
          <w:b/>
          <w:sz w:val="28"/>
          <w:szCs w:val="28"/>
        </w:rPr>
        <w:t>09.12.2025г. -</w:t>
      </w:r>
      <w:r>
        <w:rPr>
          <w:sz w:val="28"/>
          <w:szCs w:val="28"/>
        </w:rPr>
        <w:t xml:space="preserve"> 09.00-17.00 - работа жюри. </w:t>
      </w:r>
    </w:p>
    <w:p w:rsidR="00615C2D" w:rsidRDefault="002E58F8">
      <w:pPr>
        <w:pStyle w:val="a5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Экскурсии для школьников районных образовательных учреждений проводят экску</w:t>
      </w:r>
      <w:r>
        <w:rPr>
          <w:b/>
          <w:iCs/>
          <w:sz w:val="28"/>
          <w:szCs w:val="28"/>
        </w:rPr>
        <w:t>рсоводы-педагоги районных УДО.</w:t>
      </w:r>
    </w:p>
    <w:p w:rsidR="00615C2D" w:rsidRDefault="002E58F8">
      <w:pPr>
        <w:pStyle w:val="a5"/>
        <w:jc w:val="both"/>
      </w:pPr>
      <w:r>
        <w:rPr>
          <w:b/>
          <w:sz w:val="28"/>
          <w:szCs w:val="28"/>
        </w:rPr>
        <w:t>10.12.2025г. -</w:t>
      </w:r>
      <w:r>
        <w:rPr>
          <w:sz w:val="28"/>
          <w:szCs w:val="28"/>
        </w:rPr>
        <w:t xml:space="preserve"> 10.00-13.00 - экскурсии для школьников Заводского р-на,</w:t>
      </w:r>
    </w:p>
    <w:p w:rsidR="00615C2D" w:rsidRDefault="002E58F8">
      <w:pPr>
        <w:pStyle w:val="a5"/>
        <w:jc w:val="both"/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14.00-17.00 - экскурсии для школьников Центрального района.</w:t>
      </w:r>
    </w:p>
    <w:p w:rsidR="00615C2D" w:rsidRDefault="002E58F8">
      <w:pPr>
        <w:pStyle w:val="a5"/>
        <w:jc w:val="both"/>
      </w:pPr>
      <w:r>
        <w:rPr>
          <w:b/>
          <w:sz w:val="28"/>
          <w:szCs w:val="28"/>
        </w:rPr>
        <w:t>11.12.2025г.</w:t>
      </w:r>
      <w:r>
        <w:rPr>
          <w:sz w:val="28"/>
          <w:szCs w:val="28"/>
        </w:rPr>
        <w:t xml:space="preserve"> </w:t>
      </w:r>
    </w:p>
    <w:p w:rsidR="00615C2D" w:rsidRDefault="002E58F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- 10.00.-13.00 - экскурсии для школьников Рудничного р-на., </w:t>
      </w:r>
      <w:r>
        <w:rPr>
          <w:sz w:val="28"/>
          <w:szCs w:val="28"/>
        </w:rPr>
        <w:t xml:space="preserve">                                                </w:t>
      </w:r>
    </w:p>
    <w:p w:rsidR="00615C2D" w:rsidRDefault="002E58F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- 14.00-17.00- экскурсии для школьников Ленинского района. </w:t>
      </w:r>
    </w:p>
    <w:p w:rsidR="00615C2D" w:rsidRDefault="002E58F8">
      <w:pPr>
        <w:pStyle w:val="a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12.12.2025г.</w:t>
      </w:r>
    </w:p>
    <w:p w:rsidR="00615C2D" w:rsidRDefault="002E58F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- 10.00-13.30. – экскурсии для школьников Кировского р-на</w:t>
      </w:r>
    </w:p>
    <w:p w:rsidR="00615C2D" w:rsidRDefault="002E58F8">
      <w:pPr>
        <w:pStyle w:val="a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13.12.2025г.</w:t>
      </w:r>
    </w:p>
    <w:p w:rsidR="00615C2D" w:rsidRDefault="002E58F8">
      <w:pPr>
        <w:pStyle w:val="a5"/>
        <w:jc w:val="both"/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13.30-14.00 - церемония награждения, закрытие </w:t>
      </w:r>
      <w:r>
        <w:rPr>
          <w:sz w:val="28"/>
          <w:szCs w:val="28"/>
        </w:rPr>
        <w:t>Выставки</w:t>
      </w:r>
    </w:p>
    <w:p w:rsidR="00615C2D" w:rsidRDefault="002E58F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- 14.00 – 16.00 - демонтаж Выставки, отъезд участников.</w:t>
      </w:r>
    </w:p>
    <w:p w:rsidR="00615C2D" w:rsidRDefault="002E58F8">
      <w:pPr>
        <w:pStyle w:val="a5"/>
        <w:jc w:val="center"/>
        <w:rPr>
          <w:b/>
          <w:i/>
          <w:sz w:val="28"/>
          <w:szCs w:val="28"/>
        </w:rPr>
      </w:pPr>
      <w:bookmarkStart w:id="3" w:name="_Hlk137123107"/>
      <w:r>
        <w:rPr>
          <w:b/>
          <w:i/>
          <w:sz w:val="28"/>
          <w:szCs w:val="28"/>
        </w:rPr>
        <w:t xml:space="preserve">Внимание! Экспонаты, невостребованные в течение 7 календарных дней после демонтажа выставки, утилизируются в связи с отсутствием условий для их хранения! </w:t>
      </w:r>
      <w:bookmarkStart w:id="4" w:name="_Hlk137204793"/>
      <w:r>
        <w:rPr>
          <w:b/>
          <w:i/>
          <w:sz w:val="28"/>
          <w:szCs w:val="28"/>
        </w:rPr>
        <w:t>Наградной материал после церемонии на</w:t>
      </w:r>
      <w:r>
        <w:rPr>
          <w:b/>
          <w:i/>
          <w:sz w:val="28"/>
          <w:szCs w:val="28"/>
        </w:rPr>
        <w:t>граждения хранится организаторами не более 10 календарных дней. По окончании указанного срока наградной материал выдаваться не будет!</w:t>
      </w:r>
    </w:p>
    <w:bookmarkEnd w:id="3"/>
    <w:bookmarkEnd w:id="4"/>
    <w:p w:rsidR="00615C2D" w:rsidRDefault="00615C2D">
      <w:pPr>
        <w:pStyle w:val="a5"/>
        <w:jc w:val="both"/>
        <w:rPr>
          <w:sz w:val="28"/>
          <w:szCs w:val="28"/>
        </w:rPr>
      </w:pPr>
    </w:p>
    <w:p w:rsidR="00615C2D" w:rsidRDefault="002E58F8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Награждение по итогам Конкурса</w:t>
      </w:r>
    </w:p>
    <w:p w:rsidR="00615C2D" w:rsidRDefault="002E58F8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7.1. По результатам городского Конкурса определяются Победители (1 место) и призеры (2,</w:t>
      </w:r>
      <w:r>
        <w:rPr>
          <w:sz w:val="28"/>
          <w:szCs w:val="28"/>
        </w:rPr>
        <w:t xml:space="preserve"> 3 степени) в каждой лиге, в каждой возрастной категории каждой номинации.</w:t>
      </w:r>
    </w:p>
    <w:p w:rsidR="00615C2D" w:rsidRDefault="002E58F8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7.2. При отсутствии достойных претендентов на призовые места жюри вправе не присуждать их.</w:t>
      </w:r>
    </w:p>
    <w:p w:rsidR="00615C2D" w:rsidRDefault="002E58F8">
      <w:pPr>
        <w:pStyle w:val="a5"/>
        <w:ind w:firstLine="708"/>
        <w:jc w:val="both"/>
      </w:pPr>
      <w:r>
        <w:rPr>
          <w:sz w:val="28"/>
          <w:szCs w:val="28"/>
        </w:rPr>
        <w:t xml:space="preserve">7.3. По решению жюри может быть определено Гран-при Конкурса (по одному в каждой лиге). </w:t>
      </w:r>
    </w:p>
    <w:p w:rsidR="00615C2D" w:rsidRDefault="002E58F8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sz w:val="28"/>
          <w:szCs w:val="28"/>
        </w:rPr>
        <w:t>.4. Победители и призеры Конкурса награждаются дипломами управления образования администрации г. Кемерово.</w:t>
      </w:r>
    </w:p>
    <w:p w:rsidR="00615C2D" w:rsidRDefault="002E58F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7.5. Участники награждаются дипломами МБОУДО «ЦДОД им. В. Волошиной».</w:t>
      </w:r>
    </w:p>
    <w:p w:rsidR="00615C2D" w:rsidRDefault="002E58F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7.6.</w:t>
      </w:r>
      <w:r>
        <w:rPr>
          <w:sz w:val="28"/>
          <w:szCs w:val="28"/>
        </w:rPr>
        <w:tab/>
        <w:t xml:space="preserve">Результаты Конкурса публикуются на сайте МБОУДО «ЦДОД им. </w:t>
      </w:r>
      <w:proofErr w:type="spellStart"/>
      <w:r>
        <w:rPr>
          <w:sz w:val="28"/>
          <w:szCs w:val="28"/>
        </w:rPr>
        <w:t>В.Волошиной</w:t>
      </w:r>
      <w:proofErr w:type="spellEnd"/>
      <w:r>
        <w:rPr>
          <w:sz w:val="28"/>
          <w:szCs w:val="28"/>
        </w:rPr>
        <w:t xml:space="preserve">» </w:t>
      </w:r>
    </w:p>
    <w:p w:rsidR="00615C2D" w:rsidRDefault="002E58F8">
      <w:pPr>
        <w:ind w:firstLine="708"/>
        <w:jc w:val="both"/>
      </w:pPr>
      <w:bookmarkStart w:id="5" w:name="_Hlk137123142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7.7. </w:t>
      </w:r>
      <w:r>
        <w:rPr>
          <w:rStyle w:val="fontstyle01"/>
          <w:b/>
          <w:bCs/>
          <w:i/>
          <w:iCs/>
          <w:sz w:val="28"/>
          <w:szCs w:val="28"/>
        </w:rPr>
        <w:t xml:space="preserve">Оценка жюри не обсуждается и не пересматривается. Претензии по поводу решения жюри не принимаются, протоколы конфиденциальны.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Апелляционные действия по работе членов жюри не принимаются и не рассматриваются. </w:t>
      </w:r>
      <w:bookmarkEnd w:id="5"/>
    </w:p>
    <w:p w:rsidR="00615C2D" w:rsidRDefault="00615C2D">
      <w:pPr>
        <w:pStyle w:val="a5"/>
        <w:ind w:left="720"/>
        <w:jc w:val="both"/>
        <w:rPr>
          <w:b/>
          <w:sz w:val="28"/>
          <w:szCs w:val="28"/>
        </w:rPr>
      </w:pPr>
    </w:p>
    <w:p w:rsidR="006D0C43" w:rsidRDefault="006D0C43">
      <w:pPr>
        <w:suppressAutoHyphens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615C2D" w:rsidRDefault="002E58F8">
      <w:pPr>
        <w:pStyle w:val="a5"/>
        <w:ind w:left="720"/>
        <w:jc w:val="center"/>
      </w:pPr>
      <w:r>
        <w:rPr>
          <w:b/>
          <w:sz w:val="28"/>
          <w:szCs w:val="28"/>
        </w:rPr>
        <w:lastRenderedPageBreak/>
        <w:t>8. Обеспечение безопасности участников Ко</w:t>
      </w:r>
      <w:r>
        <w:rPr>
          <w:b/>
          <w:sz w:val="28"/>
          <w:szCs w:val="28"/>
        </w:rPr>
        <w:t>нкурса</w:t>
      </w:r>
    </w:p>
    <w:p w:rsidR="00615C2D" w:rsidRDefault="002E58F8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8.1. При проведении Конкурса должны быть предусмотрены мероприятия, обеспечивающие безопасность участников и зрителей в строгом соответствии с действующими правилами проведения массовых мероприятий.</w:t>
      </w:r>
    </w:p>
    <w:p w:rsidR="00615C2D" w:rsidRDefault="002E58F8">
      <w:pPr>
        <w:pStyle w:val="a5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8.2. Ответственность за обеспечение безопасности в</w:t>
      </w:r>
      <w:r>
        <w:rPr>
          <w:sz w:val="28"/>
          <w:szCs w:val="28"/>
        </w:rPr>
        <w:t>озлагается на руководителя группы участников Конкурса.</w:t>
      </w:r>
    </w:p>
    <w:p w:rsidR="00615C2D" w:rsidRDefault="002E58F8">
      <w:pPr>
        <w:pStyle w:val="a5"/>
        <w:ind w:firstLine="708"/>
        <w:jc w:val="both"/>
        <w:rPr>
          <w:b/>
          <w:sz w:val="28"/>
          <w:szCs w:val="28"/>
        </w:rPr>
      </w:pPr>
      <w:bookmarkStart w:id="6" w:name="_Hlk137204776"/>
      <w:r>
        <w:rPr>
          <w:b/>
          <w:sz w:val="28"/>
          <w:szCs w:val="28"/>
        </w:rPr>
        <w:t>8.3. Участникам конкурса и сопровождающим лицам в обязательном порядке необходимо иметь сменную обувь (бахилы).</w:t>
      </w:r>
    </w:p>
    <w:bookmarkEnd w:id="6"/>
    <w:p w:rsidR="00615C2D" w:rsidRDefault="00615C2D">
      <w:pPr>
        <w:pStyle w:val="a5"/>
        <w:jc w:val="both"/>
        <w:rPr>
          <w:sz w:val="28"/>
          <w:szCs w:val="28"/>
        </w:rPr>
      </w:pPr>
    </w:p>
    <w:p w:rsidR="00615C2D" w:rsidRDefault="002E58F8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  Заключительное положение</w:t>
      </w:r>
    </w:p>
    <w:p w:rsidR="00615C2D" w:rsidRDefault="002E58F8">
      <w:pPr>
        <w:pStyle w:val="a5"/>
        <w:rPr>
          <w:bCs/>
          <w:sz w:val="28"/>
          <w:szCs w:val="28"/>
        </w:rPr>
      </w:pPr>
      <w:r>
        <w:rPr>
          <w:bCs/>
          <w:sz w:val="28"/>
          <w:szCs w:val="28"/>
        </w:rPr>
        <w:t>9.1.</w:t>
      </w:r>
      <w:r w:rsidR="006D0C4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Вопросы, не отраженные в настоящем Положение, </w:t>
      </w:r>
      <w:r>
        <w:rPr>
          <w:bCs/>
          <w:sz w:val="28"/>
          <w:szCs w:val="28"/>
        </w:rPr>
        <w:t xml:space="preserve">решаются Оргкомитетом, исходя из </w:t>
      </w:r>
      <w:r w:rsidR="006D0C43">
        <w:rPr>
          <w:bCs/>
          <w:sz w:val="28"/>
          <w:szCs w:val="28"/>
        </w:rPr>
        <w:t>его</w:t>
      </w:r>
      <w:r>
        <w:rPr>
          <w:bCs/>
          <w:sz w:val="28"/>
          <w:szCs w:val="28"/>
        </w:rPr>
        <w:t xml:space="preserve"> компетенции в рамках сложившейся ситуации, и в соответстви</w:t>
      </w:r>
      <w:r w:rsidR="006D0C43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с действующим законодательством Российской Федерации.</w:t>
      </w:r>
    </w:p>
    <w:p w:rsidR="00615C2D" w:rsidRDefault="00615C2D">
      <w:pPr>
        <w:pStyle w:val="a5"/>
        <w:rPr>
          <w:bCs/>
          <w:sz w:val="28"/>
          <w:szCs w:val="28"/>
        </w:rPr>
      </w:pPr>
    </w:p>
    <w:p w:rsidR="00615C2D" w:rsidRDefault="002E58F8">
      <w:pPr>
        <w:pStyle w:val="a5"/>
      </w:pPr>
      <w:r>
        <w:rPr>
          <w:sz w:val="28"/>
          <w:szCs w:val="28"/>
        </w:rPr>
        <w:t>Контактные телефоны: 58-09-50, Новикова Елена Владимировна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615C2D" w:rsidRDefault="002E58F8">
      <w:pPr>
        <w:pStyle w:val="a5"/>
        <w:rPr>
          <w:sz w:val="28"/>
          <w:szCs w:val="28"/>
        </w:rPr>
      </w:pPr>
      <w:proofErr w:type="spellStart"/>
      <w:r>
        <w:rPr>
          <w:sz w:val="28"/>
          <w:szCs w:val="28"/>
        </w:rPr>
        <w:t>Нуфер</w:t>
      </w:r>
      <w:proofErr w:type="spellEnd"/>
      <w:r>
        <w:rPr>
          <w:sz w:val="28"/>
          <w:szCs w:val="28"/>
        </w:rPr>
        <w:t xml:space="preserve"> Ольга Рейнгольдовна.   </w:t>
      </w:r>
    </w:p>
    <w:p w:rsidR="00615C2D" w:rsidRDefault="00615C2D">
      <w:pPr>
        <w:pageBreakBefore/>
        <w:spacing w:before="60" w:after="3"/>
        <w:ind w:left="6316" w:right="613" w:firstLine="2021"/>
        <w:jc w:val="right"/>
      </w:pPr>
      <w:bookmarkStart w:id="7" w:name="_Hlk138148575"/>
    </w:p>
    <w:p w:rsidR="00615C2D" w:rsidRDefault="002E58F8">
      <w:pPr>
        <w:spacing w:before="60" w:after="3"/>
        <w:ind w:left="6316" w:right="613"/>
      </w:pPr>
      <w:r>
        <w:rPr>
          <w:rFonts w:ascii="Times New Roman" w:hAnsi="Times New Roman"/>
          <w:b/>
          <w:sz w:val="28"/>
          <w:szCs w:val="28"/>
        </w:rPr>
        <w:t>Приложение 1</w:t>
      </w:r>
    </w:p>
    <w:p w:rsidR="00615C2D" w:rsidRDefault="002E58F8">
      <w:pPr>
        <w:spacing w:before="60" w:after="3"/>
        <w:ind w:left="6316" w:right="613"/>
      </w:pPr>
      <w:r>
        <w:rPr>
          <w:rFonts w:ascii="Times New Roman" w:hAnsi="Times New Roman"/>
          <w:b/>
          <w:sz w:val="28"/>
          <w:szCs w:val="28"/>
        </w:rPr>
        <w:t>Образец итогового протокола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конкурса</w:t>
      </w:r>
      <w:r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районного</w:t>
      </w:r>
      <w:r>
        <w:rPr>
          <w:rFonts w:ascii="Times New Roman" w:hAnsi="Times New Roman"/>
          <w:b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этапа</w:t>
      </w:r>
    </w:p>
    <w:p w:rsidR="00615C2D" w:rsidRDefault="00615C2D">
      <w:pPr>
        <w:pStyle w:val="a6"/>
        <w:rPr>
          <w:b/>
        </w:rPr>
      </w:pPr>
    </w:p>
    <w:p w:rsidR="00615C2D" w:rsidRDefault="00615C2D">
      <w:pPr>
        <w:pStyle w:val="a6"/>
        <w:rPr>
          <w:b/>
        </w:rPr>
      </w:pPr>
    </w:p>
    <w:p w:rsidR="00615C2D" w:rsidRDefault="00615C2D">
      <w:pPr>
        <w:pStyle w:val="a6"/>
        <w:spacing w:before="5"/>
        <w:rPr>
          <w:b/>
        </w:rPr>
      </w:pPr>
    </w:p>
    <w:p w:rsidR="00615C2D" w:rsidRDefault="002E58F8">
      <w:pPr>
        <w:ind w:right="-24"/>
        <w:jc w:val="center"/>
      </w:pPr>
      <w:r>
        <w:rPr>
          <w:rFonts w:ascii="Times New Roman" w:hAnsi="Times New Roman"/>
          <w:b/>
          <w:sz w:val="28"/>
          <w:szCs w:val="28"/>
        </w:rPr>
        <w:t>Итоговый протокол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районного</w:t>
      </w:r>
      <w:r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этапа</w:t>
      </w:r>
      <w:r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конкурса «___»</w:t>
      </w:r>
      <w:r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района</w:t>
      </w:r>
    </w:p>
    <w:p w:rsidR="00615C2D" w:rsidRDefault="002E58F8">
      <w:pPr>
        <w:ind w:left="4453"/>
      </w:pPr>
      <w:r>
        <w:rPr>
          <w:rFonts w:ascii="Times New Roman" w:hAnsi="Times New Roman"/>
          <w:color w:val="FF0000"/>
          <w:sz w:val="28"/>
          <w:szCs w:val="28"/>
        </w:rPr>
        <w:t>от</w:t>
      </w:r>
      <w:r>
        <w:rPr>
          <w:rFonts w:ascii="Times New Roman" w:hAnsi="Times New Roman"/>
          <w:color w:val="FF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</w:rPr>
        <w:t>00.00.2025</w:t>
      </w:r>
      <w:r>
        <w:rPr>
          <w:rFonts w:ascii="Times New Roman" w:hAnsi="Times New Roman"/>
          <w:color w:val="FF0000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</w:rPr>
        <w:t>года</w:t>
      </w:r>
    </w:p>
    <w:p w:rsidR="00615C2D" w:rsidRDefault="00615C2D">
      <w:pPr>
        <w:pStyle w:val="a6"/>
        <w:spacing w:before="9"/>
      </w:pPr>
    </w:p>
    <w:tbl>
      <w:tblPr>
        <w:tblW w:w="10135" w:type="dxa"/>
        <w:tblInd w:w="2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74"/>
        <w:gridCol w:w="2693"/>
        <w:gridCol w:w="2977"/>
        <w:gridCol w:w="1691"/>
      </w:tblGrid>
      <w:tr w:rsidR="00615C2D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2E58F8">
            <w:pPr>
              <w:pStyle w:val="TableParagraph"/>
              <w:ind w:left="110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Название</w:t>
            </w:r>
            <w:proofErr w:type="spellEnd"/>
          </w:p>
          <w:p w:rsidR="00615C2D" w:rsidRDefault="002E58F8">
            <w:pPr>
              <w:pStyle w:val="TableParagraph"/>
              <w:ind w:left="110" w:right="332"/>
              <w:jc w:val="center"/>
            </w:pPr>
            <w:proofErr w:type="spellStart"/>
            <w:r>
              <w:rPr>
                <w:b/>
                <w:spacing w:val="-1"/>
                <w:sz w:val="28"/>
                <w:szCs w:val="28"/>
                <w:lang w:val="en-US"/>
              </w:rPr>
              <w:t>образовательного</w:t>
            </w:r>
            <w:proofErr w:type="spellEnd"/>
            <w:r>
              <w:rPr>
                <w:b/>
                <w:spacing w:val="-52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учреждения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2E58F8">
            <w:pPr>
              <w:pStyle w:val="TableParagraph"/>
              <w:ind w:left="110"/>
              <w:jc w:val="center"/>
            </w:pPr>
            <w:r>
              <w:rPr>
                <w:b/>
                <w:sz w:val="28"/>
                <w:szCs w:val="28"/>
                <w:lang w:val="en-US"/>
              </w:rPr>
              <w:t>ФИ</w:t>
            </w:r>
            <w:r>
              <w:rPr>
                <w:b/>
                <w:spacing w:val="2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участника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2E58F8">
            <w:pPr>
              <w:pStyle w:val="TableParagraph"/>
              <w:ind w:left="110"/>
              <w:jc w:val="center"/>
            </w:pPr>
            <w:r>
              <w:rPr>
                <w:b/>
                <w:sz w:val="28"/>
                <w:szCs w:val="28"/>
              </w:rPr>
              <w:t>Название</w:t>
            </w:r>
            <w:r>
              <w:rPr>
                <w:b/>
                <w:spacing w:val="39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работы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2E58F8">
            <w:pPr>
              <w:pStyle w:val="TableParagraph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Место</w:t>
            </w:r>
            <w:proofErr w:type="spellEnd"/>
          </w:p>
        </w:tc>
      </w:tr>
      <w:tr w:rsidR="00615C2D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0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2E58F8">
            <w:pPr>
              <w:pStyle w:val="TableParagraph"/>
              <w:ind w:left="3717" w:right="3137"/>
              <w:jc w:val="center"/>
            </w:pPr>
            <w:proofErr w:type="spellStart"/>
            <w:r>
              <w:rPr>
                <w:b/>
                <w:i/>
                <w:sz w:val="28"/>
                <w:szCs w:val="28"/>
                <w:lang w:val="en-US"/>
              </w:rPr>
              <w:t>Номинация</w:t>
            </w:r>
            <w:proofErr w:type="spellEnd"/>
            <w:r>
              <w:rPr>
                <w:b/>
                <w:i/>
                <w:spacing w:val="3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i/>
                <w:sz w:val="28"/>
                <w:szCs w:val="28"/>
                <w:lang w:val="en-US"/>
              </w:rPr>
              <w:t>«……»</w:t>
            </w:r>
          </w:p>
        </w:tc>
      </w:tr>
      <w:tr w:rsidR="00615C2D">
        <w:tblPrEx>
          <w:tblCellMar>
            <w:top w:w="0" w:type="dxa"/>
            <w:bottom w:w="0" w:type="dxa"/>
          </w:tblCellMar>
        </w:tblPrEx>
        <w:trPr>
          <w:trHeight w:val="1103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spacing w:before="3"/>
              <w:ind w:left="163" w:right="156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ind w:left="297" w:right="271" w:firstLine="341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spacing w:before="5"/>
              <w:ind w:left="556" w:right="539" w:firstLine="422"/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ind w:left="105"/>
            </w:pPr>
          </w:p>
        </w:tc>
      </w:tr>
      <w:tr w:rsidR="00615C2D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</w:tr>
      <w:tr w:rsidR="00615C2D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0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2E58F8">
            <w:pPr>
              <w:pStyle w:val="TableParagraph"/>
              <w:ind w:left="3717" w:right="3132"/>
              <w:jc w:val="center"/>
            </w:pPr>
            <w:proofErr w:type="spellStart"/>
            <w:r>
              <w:rPr>
                <w:b/>
                <w:i/>
                <w:sz w:val="28"/>
                <w:szCs w:val="28"/>
                <w:lang w:val="en-US"/>
              </w:rPr>
              <w:t>Номинация</w:t>
            </w:r>
            <w:proofErr w:type="spellEnd"/>
            <w:r>
              <w:rPr>
                <w:b/>
                <w:i/>
                <w:spacing w:val="3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i/>
                <w:sz w:val="28"/>
                <w:szCs w:val="28"/>
                <w:lang w:val="en-US"/>
              </w:rPr>
              <w:t>«</w:t>
            </w:r>
            <w:proofErr w:type="gramStart"/>
            <w:r>
              <w:rPr>
                <w:b/>
                <w:i/>
                <w:sz w:val="28"/>
                <w:szCs w:val="28"/>
                <w:lang w:val="en-US"/>
              </w:rPr>
              <w:t>…..</w:t>
            </w:r>
            <w:proofErr w:type="gramEnd"/>
            <w:r>
              <w:rPr>
                <w:b/>
                <w:i/>
                <w:sz w:val="28"/>
                <w:szCs w:val="28"/>
                <w:lang w:val="en-US"/>
              </w:rPr>
              <w:t>»</w:t>
            </w:r>
          </w:p>
        </w:tc>
      </w:tr>
      <w:tr w:rsidR="00615C2D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ind w:left="269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ind w:left="278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ind w:left="105"/>
            </w:pPr>
          </w:p>
        </w:tc>
      </w:tr>
      <w:tr w:rsidR="00615C2D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ind w:left="105"/>
            </w:pPr>
          </w:p>
        </w:tc>
      </w:tr>
      <w:tr w:rsidR="00615C2D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ind w:left="105"/>
            </w:pPr>
          </w:p>
        </w:tc>
      </w:tr>
      <w:tr w:rsidR="00615C2D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C2D" w:rsidRDefault="00615C2D">
            <w:pPr>
              <w:pStyle w:val="TableParagraph"/>
              <w:ind w:left="105"/>
            </w:pPr>
          </w:p>
        </w:tc>
      </w:tr>
    </w:tbl>
    <w:p w:rsidR="00615C2D" w:rsidRDefault="00615C2D">
      <w:pPr>
        <w:pStyle w:val="a6"/>
        <w:spacing w:before="10"/>
      </w:pPr>
    </w:p>
    <w:bookmarkEnd w:id="7"/>
    <w:p w:rsidR="00615C2D" w:rsidRDefault="002E58F8">
      <w:pPr>
        <w:tabs>
          <w:tab w:val="left" w:pos="7441"/>
        </w:tabs>
        <w:ind w:left="885"/>
      </w:pPr>
      <w:r>
        <w:rPr>
          <w:rFonts w:ascii="Times New Roman" w:hAnsi="Times New Roman"/>
          <w:b/>
          <w:sz w:val="28"/>
          <w:szCs w:val="28"/>
        </w:rPr>
        <w:t>Общее</w:t>
      </w:r>
      <w:r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количество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участников, принявших участие в конкурсе: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ab/>
      </w:r>
    </w:p>
    <w:p w:rsidR="00615C2D" w:rsidRDefault="002E58F8">
      <w:pPr>
        <w:tabs>
          <w:tab w:val="left" w:pos="4651"/>
          <w:tab w:val="left" w:pos="7084"/>
          <w:tab w:val="left" w:pos="9485"/>
        </w:tabs>
        <w:ind w:left="885"/>
      </w:pPr>
      <w:r>
        <w:rPr>
          <w:rFonts w:ascii="Times New Roman" w:hAnsi="Times New Roman"/>
          <w:b/>
          <w:sz w:val="28"/>
          <w:szCs w:val="28"/>
        </w:rPr>
        <w:t>Из них</w:t>
      </w:r>
      <w:r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победителей</w:t>
      </w:r>
      <w:r>
        <w:rPr>
          <w:rFonts w:ascii="Times New Roman" w:hAnsi="Times New Roman"/>
          <w:b/>
          <w:sz w:val="28"/>
          <w:szCs w:val="28"/>
          <w:u w:val="single"/>
        </w:rPr>
        <w:tab/>
      </w:r>
      <w:r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призёров</w:t>
      </w:r>
      <w:r>
        <w:rPr>
          <w:rFonts w:ascii="Times New Roman" w:hAnsi="Times New Roman"/>
          <w:b/>
          <w:sz w:val="28"/>
          <w:szCs w:val="28"/>
          <w:u w:val="single"/>
        </w:rPr>
        <w:tab/>
      </w:r>
      <w:r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участников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ab/>
      </w:r>
    </w:p>
    <w:p w:rsidR="00615C2D" w:rsidRDefault="00615C2D">
      <w:pPr>
        <w:pStyle w:val="a6"/>
        <w:spacing w:before="2"/>
      </w:pPr>
    </w:p>
    <w:p w:rsidR="00615C2D" w:rsidRDefault="002E58F8">
      <w:pPr>
        <w:tabs>
          <w:tab w:val="left" w:pos="4832"/>
          <w:tab w:val="left" w:pos="5007"/>
          <w:tab w:val="left" w:pos="6096"/>
        </w:tabs>
        <w:spacing w:after="0"/>
        <w:ind w:left="874" w:hanging="874"/>
      </w:pPr>
      <w:r>
        <w:rPr>
          <w:rFonts w:ascii="Times New Roman" w:hAnsi="Times New Roman"/>
          <w:b/>
          <w:sz w:val="28"/>
          <w:szCs w:val="28"/>
        </w:rPr>
        <w:t>Из них: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участников</w:t>
      </w:r>
      <w:r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 ОВЗ:</w:t>
      </w:r>
      <w:r>
        <w:rPr>
          <w:rFonts w:ascii="Times New Roman" w:hAnsi="Times New Roman"/>
          <w:b/>
          <w:sz w:val="28"/>
          <w:szCs w:val="28"/>
          <w:u w:val="single"/>
        </w:rPr>
        <w:tab/>
      </w:r>
      <w:r>
        <w:rPr>
          <w:rFonts w:ascii="Times New Roman" w:hAnsi="Times New Roman"/>
          <w:b/>
          <w:sz w:val="28"/>
          <w:szCs w:val="28"/>
        </w:rPr>
        <w:t>человек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615C2D" w:rsidRDefault="002E58F8">
      <w:pPr>
        <w:tabs>
          <w:tab w:val="left" w:pos="4832"/>
          <w:tab w:val="left" w:pos="5007"/>
          <w:tab w:val="left" w:pos="6096"/>
        </w:tabs>
        <w:spacing w:after="0"/>
        <w:ind w:left="874" w:hanging="874"/>
      </w:pPr>
      <w:r>
        <w:rPr>
          <w:rFonts w:ascii="Times New Roman" w:hAnsi="Times New Roman"/>
          <w:b/>
          <w:sz w:val="28"/>
          <w:szCs w:val="28"/>
        </w:rPr>
        <w:t>участников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ТСЖ:</w:t>
      </w:r>
      <w:r>
        <w:rPr>
          <w:rFonts w:ascii="Times New Roman" w:hAnsi="Times New Roman"/>
          <w:b/>
          <w:sz w:val="28"/>
          <w:szCs w:val="28"/>
          <w:u w:val="single"/>
        </w:rPr>
        <w:tab/>
      </w:r>
      <w:r>
        <w:rPr>
          <w:rFonts w:ascii="Times New Roman" w:hAnsi="Times New Roman"/>
          <w:b/>
          <w:sz w:val="28"/>
          <w:szCs w:val="28"/>
          <w:u w:val="single"/>
        </w:rPr>
        <w:tab/>
      </w:r>
      <w:r>
        <w:rPr>
          <w:rFonts w:ascii="Times New Roman" w:hAnsi="Times New Roman"/>
          <w:b/>
          <w:sz w:val="28"/>
          <w:szCs w:val="28"/>
        </w:rPr>
        <w:t>человек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615C2D" w:rsidRDefault="002E58F8">
      <w:pPr>
        <w:tabs>
          <w:tab w:val="left" w:pos="4832"/>
          <w:tab w:val="left" w:pos="5007"/>
          <w:tab w:val="left" w:pos="6096"/>
        </w:tabs>
        <w:spacing w:after="0"/>
        <w:ind w:left="874" w:hanging="874"/>
      </w:pPr>
      <w:r>
        <w:rPr>
          <w:rFonts w:ascii="Times New Roman" w:hAnsi="Times New Roman"/>
          <w:b/>
          <w:sz w:val="28"/>
          <w:szCs w:val="28"/>
        </w:rPr>
        <w:t>участников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дети-сироты:</w:t>
      </w:r>
      <w:r>
        <w:rPr>
          <w:rFonts w:ascii="Times New Roman" w:hAnsi="Times New Roman"/>
          <w:b/>
          <w:sz w:val="28"/>
          <w:szCs w:val="28"/>
          <w:u w:val="single"/>
        </w:rPr>
        <w:tab/>
        <w:t>___</w:t>
      </w:r>
      <w:r>
        <w:rPr>
          <w:rFonts w:ascii="Times New Roman" w:hAnsi="Times New Roman"/>
          <w:b/>
          <w:spacing w:val="-1"/>
          <w:sz w:val="28"/>
          <w:szCs w:val="28"/>
        </w:rPr>
        <w:t>человек</w:t>
      </w:r>
    </w:p>
    <w:p w:rsidR="00615C2D" w:rsidRDefault="002E58F8">
      <w:r>
        <w:rPr>
          <w:rFonts w:ascii="Times New Roman" w:hAnsi="Times New Roman"/>
          <w:b/>
          <w:spacing w:val="-1"/>
          <w:sz w:val="28"/>
          <w:szCs w:val="28"/>
        </w:rPr>
        <w:t xml:space="preserve">дети 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участников СВО: </w:t>
      </w:r>
      <w:r>
        <w:rPr>
          <w:rFonts w:ascii="Times New Roman" w:hAnsi="Times New Roman"/>
          <w:bCs/>
          <w:spacing w:val="-1"/>
          <w:sz w:val="28"/>
          <w:szCs w:val="28"/>
        </w:rPr>
        <w:t xml:space="preserve">______ </w:t>
      </w:r>
      <w:r>
        <w:rPr>
          <w:rFonts w:ascii="Times New Roman" w:hAnsi="Times New Roman"/>
          <w:b/>
          <w:spacing w:val="-1"/>
          <w:sz w:val="28"/>
          <w:szCs w:val="28"/>
        </w:rPr>
        <w:t>человек</w:t>
      </w:r>
    </w:p>
    <w:sectPr w:rsidR="00615C2D">
      <w:pgSz w:w="11906" w:h="16838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58F8" w:rsidRDefault="002E58F8">
      <w:pPr>
        <w:spacing w:after="0"/>
      </w:pPr>
      <w:r>
        <w:separator/>
      </w:r>
    </w:p>
  </w:endnote>
  <w:endnote w:type="continuationSeparator" w:id="0">
    <w:p w:rsidR="002E58F8" w:rsidRDefault="002E58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58F8" w:rsidRDefault="002E58F8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2E58F8" w:rsidRDefault="002E58F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E2C02"/>
    <w:multiLevelType w:val="multilevel"/>
    <w:tmpl w:val="0478E296"/>
    <w:lvl w:ilvl="0">
      <w:start w:val="1"/>
      <w:numFmt w:val="decimal"/>
      <w:lvlText w:val="%1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6795E8F"/>
    <w:multiLevelType w:val="multilevel"/>
    <w:tmpl w:val="E13427B4"/>
    <w:lvl w:ilvl="0">
      <w:numFmt w:val="bullet"/>
      <w:lvlText w:val=""/>
      <w:lvlJc w:val="left"/>
      <w:pPr>
        <w:ind w:left="791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D1561CE"/>
    <w:multiLevelType w:val="multilevel"/>
    <w:tmpl w:val="CF4423B4"/>
    <w:lvl w:ilvl="0">
      <w:numFmt w:val="bullet"/>
      <w:lvlText w:val="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" w15:restartNumberingAfterBreak="0">
    <w:nsid w:val="43D87027"/>
    <w:multiLevelType w:val="multilevel"/>
    <w:tmpl w:val="D2E64B82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4" w15:restartNumberingAfterBreak="0">
    <w:nsid w:val="509D6F8C"/>
    <w:multiLevelType w:val="multilevel"/>
    <w:tmpl w:val="5380BC56"/>
    <w:lvl w:ilvl="0"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5" w15:restartNumberingAfterBreak="0">
    <w:nsid w:val="547607FA"/>
    <w:multiLevelType w:val="multilevel"/>
    <w:tmpl w:val="441A28A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4A84774"/>
    <w:multiLevelType w:val="multilevel"/>
    <w:tmpl w:val="DEF88BF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7" w15:restartNumberingAfterBreak="0">
    <w:nsid w:val="7D1154A8"/>
    <w:multiLevelType w:val="multilevel"/>
    <w:tmpl w:val="F3FA4EF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6"/>
    <w:lvlOverride w:ilvl="0">
      <w:startOverride w:val="4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15C2D"/>
    <w:rsid w:val="002E58F8"/>
    <w:rsid w:val="00331739"/>
    <w:rsid w:val="003A19D2"/>
    <w:rsid w:val="00615C2D"/>
    <w:rsid w:val="006D0C43"/>
    <w:rsid w:val="00C6250F"/>
    <w:rsid w:val="00DB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88497"/>
  <w15:docId w15:val="{6297DE46-1988-434F-A46E-FD21D73B6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pPr>
      <w:spacing w:before="100" w:after="10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rPr>
      <w:color w:val="0000FF"/>
      <w:u w:val="single"/>
    </w:rPr>
  </w:style>
  <w:style w:type="character" w:customStyle="1" w:styleId="a4">
    <w:name w:val="Без интервала Знак"/>
    <w:basedOn w:val="a0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pPr>
      <w:suppressAutoHyphens/>
      <w:spacing w:after="0"/>
    </w:pPr>
    <w:rPr>
      <w:rFonts w:ascii="Times New Roman" w:eastAsia="Times New Roman" w:hAnsi="Times New Roman"/>
      <w:lang w:eastAsia="ru-RU"/>
    </w:rPr>
  </w:style>
  <w:style w:type="character" w:customStyle="1" w:styleId="fontstyle01">
    <w:name w:val="fontstyle01"/>
    <w:basedOn w:val="a0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paragraph" w:styleId="a6">
    <w:name w:val="Body Text"/>
    <w:basedOn w:val="a"/>
    <w:pPr>
      <w:widowControl w:val="0"/>
      <w:autoSpaceDE w:val="0"/>
      <w:spacing w:after="0"/>
    </w:pPr>
    <w:rPr>
      <w:rFonts w:ascii="Times New Roman" w:eastAsia="Times New Roman" w:hAnsi="Times New Roman"/>
      <w:sz w:val="28"/>
      <w:szCs w:val="28"/>
    </w:rPr>
  </w:style>
  <w:style w:type="character" w:customStyle="1" w:styleId="a7">
    <w:name w:val="Основной текст Знак"/>
    <w:basedOn w:val="a0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pPr>
      <w:widowControl w:val="0"/>
      <w:autoSpaceDE w:val="0"/>
      <w:spacing w:after="0"/>
    </w:pPr>
    <w:rPr>
      <w:rFonts w:ascii="Times New Roman" w:eastAsia="Times New Roman" w:hAnsi="Times New Roman"/>
    </w:rPr>
  </w:style>
  <w:style w:type="paragraph" w:styleId="a8">
    <w:name w:val="List Paragraph"/>
    <w:basedOn w:val="a"/>
    <w:pPr>
      <w:suppressAutoHyphens w:val="0"/>
      <w:spacing w:after="200" w:line="276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PGUJ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ducger.uspech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2284</Words>
  <Characters>13019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CDOD42</dc:creator>
  <dc:description/>
  <cp:lastModifiedBy>user</cp:lastModifiedBy>
  <cp:revision>2</cp:revision>
  <cp:lastPrinted>2025-10-22T09:15:00Z</cp:lastPrinted>
  <dcterms:created xsi:type="dcterms:W3CDTF">2025-11-01T07:34:00Z</dcterms:created>
  <dcterms:modified xsi:type="dcterms:W3CDTF">2025-11-01T07:34:00Z</dcterms:modified>
</cp:coreProperties>
</file>